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857A9B" w14:textId="3A335001" w:rsidR="0091069E" w:rsidRPr="0091069E" w:rsidRDefault="00096AE8" w:rsidP="00715729">
      <w:pPr>
        <w:spacing w:before="480" w:after="480"/>
        <w:jc w:val="center"/>
        <w:rPr>
          <w:b/>
          <w:bCs/>
        </w:rPr>
      </w:pPr>
      <w:r>
        <w:rPr>
          <w:b/>
          <w:bCs/>
        </w:rPr>
        <w:t xml:space="preserve">OMANIKUJÄRELEVALVE </w:t>
      </w:r>
      <w:r w:rsidR="0091069E" w:rsidRPr="0091069E">
        <w:rPr>
          <w:b/>
          <w:bCs/>
        </w:rPr>
        <w:t>KÄSUNDUSLEPING nr</w:t>
      </w:r>
      <w:r w:rsidR="0000331D">
        <w:rPr>
          <w:b/>
          <w:bCs/>
        </w:rPr>
        <w:t xml:space="preserve"> </w:t>
      </w:r>
      <w:r w:rsidR="00D80BA8" w:rsidRPr="00D80BA8">
        <w:rPr>
          <w:b/>
          <w:lang w:val="en-AU"/>
        </w:rPr>
        <w:t>9-15/2023/43</w:t>
      </w:r>
      <w:bookmarkStart w:id="0" w:name="_GoBack"/>
      <w:bookmarkEnd w:id="0"/>
    </w:p>
    <w:p w14:paraId="4CBD7429" w14:textId="77777777" w:rsidR="0091069E" w:rsidRPr="0091069E" w:rsidRDefault="0063405A" w:rsidP="00715729">
      <w:pPr>
        <w:tabs>
          <w:tab w:val="right" w:pos="8931"/>
        </w:tabs>
        <w:spacing w:after="240"/>
        <w:jc w:val="both"/>
        <w:rPr>
          <w:b/>
          <w:bCs/>
        </w:rPr>
      </w:pPr>
      <w:r>
        <w:rPr>
          <w:szCs w:val="18"/>
        </w:rPr>
        <w:tab/>
      </w:r>
      <w:r w:rsidR="009B61B4">
        <w:rPr>
          <w:szCs w:val="18"/>
        </w:rPr>
        <w:t>(hiliseima digi</w:t>
      </w:r>
      <w:r w:rsidR="0000331D">
        <w:rPr>
          <w:szCs w:val="18"/>
        </w:rPr>
        <w:t>allkirja kuupäev)</w:t>
      </w:r>
    </w:p>
    <w:p w14:paraId="1B1E194C" w14:textId="77777777" w:rsidR="007F3562" w:rsidRPr="0091069E" w:rsidRDefault="007F3562" w:rsidP="007F3562">
      <w:pPr>
        <w:jc w:val="both"/>
      </w:pPr>
      <w:r w:rsidRPr="0091069E">
        <w:rPr>
          <w:b/>
          <w:bCs/>
        </w:rPr>
        <w:t>Riigimetsa Majandamise Keskus</w:t>
      </w:r>
      <w:r w:rsidRPr="0091069E">
        <w:t xml:space="preserve">, </w:t>
      </w:r>
      <w:r w:rsidR="004140B4" w:rsidRPr="0091069E">
        <w:t xml:space="preserve">edaspidi </w:t>
      </w:r>
      <w:r w:rsidR="004140B4">
        <w:rPr>
          <w:b/>
          <w:bCs/>
        </w:rPr>
        <w:t>k</w:t>
      </w:r>
      <w:r w:rsidR="004140B4" w:rsidRPr="0091069E">
        <w:rPr>
          <w:b/>
          <w:bCs/>
        </w:rPr>
        <w:t>äsundiandja,</w:t>
      </w:r>
      <w:r w:rsidR="004140B4">
        <w:rPr>
          <w:b/>
          <w:bCs/>
        </w:rPr>
        <w:t xml:space="preserve"> </w:t>
      </w:r>
      <w:r w:rsidR="004140B4" w:rsidRPr="005A3A33">
        <w:t xml:space="preserve">keda esindab </w:t>
      </w:r>
      <w:r w:rsidR="005F4262" w:rsidRPr="005F4262">
        <w:t>juhatuse liikme poolt väljastatud volituse nr 9-1/2023/4485 alusel kinnisvaraosakonna ehitusspetsialist Jüri Orlov</w:t>
      </w:r>
      <w:r w:rsidR="00E054FF">
        <w:t xml:space="preserve"> </w:t>
      </w:r>
      <w:r w:rsidRPr="0091069E">
        <w:t>ühelt poolt,</w:t>
      </w:r>
    </w:p>
    <w:p w14:paraId="6CBD2843" w14:textId="77777777" w:rsidR="007F3562" w:rsidRPr="0091069E" w:rsidRDefault="007F3562" w:rsidP="007F3562">
      <w:pPr>
        <w:jc w:val="both"/>
      </w:pPr>
    </w:p>
    <w:p w14:paraId="2FBE8043" w14:textId="1648C598" w:rsidR="007F3562" w:rsidRPr="0091069E" w:rsidRDefault="007F3562" w:rsidP="007F3562">
      <w:pPr>
        <w:jc w:val="both"/>
      </w:pPr>
      <w:r w:rsidRPr="0091069E">
        <w:t xml:space="preserve">ja </w:t>
      </w:r>
      <w:r w:rsidR="005F4262" w:rsidRPr="0012413E">
        <w:rPr>
          <w:b/>
        </w:rPr>
        <w:t>AS Infragate Eesti</w:t>
      </w:r>
      <w:r w:rsidR="004140B4">
        <w:t xml:space="preserve"> </w:t>
      </w:r>
      <w:r w:rsidR="004140B4" w:rsidRPr="005A3A33">
        <w:rPr>
          <w:iCs/>
        </w:rPr>
        <w:t>(</w:t>
      </w:r>
      <w:r w:rsidR="004140B4" w:rsidRPr="005A3A33">
        <w:t xml:space="preserve">edaspidi nimetatud </w:t>
      </w:r>
      <w:r w:rsidR="004140B4">
        <w:rPr>
          <w:b/>
          <w:bCs/>
        </w:rPr>
        <w:t>käsundisaaja</w:t>
      </w:r>
      <w:r w:rsidR="004140B4" w:rsidRPr="005A3A33">
        <w:rPr>
          <w:bCs/>
        </w:rPr>
        <w:t>)</w:t>
      </w:r>
      <w:r w:rsidR="004140B4" w:rsidRPr="005F32F1">
        <w:t>,</w:t>
      </w:r>
      <w:r w:rsidR="004140B4">
        <w:t xml:space="preserve"> </w:t>
      </w:r>
      <w:r w:rsidR="004140B4" w:rsidRPr="005A3A33">
        <w:rPr>
          <w:iCs/>
        </w:rPr>
        <w:t>keda esindab</w:t>
      </w:r>
      <w:r w:rsidR="004140B4" w:rsidRPr="005F32F1">
        <w:t xml:space="preserve"> </w:t>
      </w:r>
      <w:r w:rsidR="0012413E">
        <w:t>juhatuse liige Jüri Ligi</w:t>
      </w:r>
      <w:r w:rsidR="004140B4" w:rsidRPr="005F32F1">
        <w:t>, kes tegutseb</w:t>
      </w:r>
      <w:r w:rsidR="0012413E">
        <w:t xml:space="preserve"> põhikirja alusel</w:t>
      </w:r>
      <w:r w:rsidRPr="0091069E">
        <w:t>, teiselt poolt,</w:t>
      </w:r>
    </w:p>
    <w:p w14:paraId="3A4B4FCD" w14:textId="77777777" w:rsidR="00D024DB" w:rsidRPr="0091069E" w:rsidRDefault="00D024DB" w:rsidP="007F3562">
      <w:pPr>
        <w:jc w:val="both"/>
      </w:pPr>
    </w:p>
    <w:p w14:paraId="76412D8E" w14:textId="77777777" w:rsidR="00D024DB" w:rsidRPr="0091069E" w:rsidRDefault="00D024DB" w:rsidP="007F3562">
      <w:pPr>
        <w:jc w:val="both"/>
      </w:pPr>
      <w:r w:rsidRPr="0091069E">
        <w:t xml:space="preserve">keda nimetatakse edaspidi </w:t>
      </w:r>
      <w:r w:rsidR="009223F6">
        <w:rPr>
          <w:b/>
        </w:rPr>
        <w:t>p</w:t>
      </w:r>
      <w:r w:rsidRPr="0091069E">
        <w:rPr>
          <w:b/>
        </w:rPr>
        <w:t>ool</w:t>
      </w:r>
      <w:r w:rsidRPr="0091069E">
        <w:t xml:space="preserve"> või ühiselt </w:t>
      </w:r>
      <w:r w:rsidR="009223F6">
        <w:rPr>
          <w:b/>
        </w:rPr>
        <w:t>p</w:t>
      </w:r>
      <w:r w:rsidRPr="0091069E">
        <w:rPr>
          <w:b/>
        </w:rPr>
        <w:t>ooled</w:t>
      </w:r>
      <w:r w:rsidRPr="0091069E">
        <w:t>,</w:t>
      </w:r>
    </w:p>
    <w:p w14:paraId="3D7DA8BB" w14:textId="77777777" w:rsidR="00A1592F" w:rsidRPr="0091069E" w:rsidRDefault="00A1592F" w:rsidP="00A1592F">
      <w:pPr>
        <w:jc w:val="both"/>
      </w:pPr>
    </w:p>
    <w:p w14:paraId="18BEE96C" w14:textId="77777777" w:rsidR="00825249" w:rsidRPr="0091069E" w:rsidRDefault="00D024DB" w:rsidP="00FC718B">
      <w:pPr>
        <w:numPr>
          <w:ilvl w:val="0"/>
          <w:numId w:val="9"/>
        </w:numPr>
        <w:spacing w:before="240" w:after="120"/>
        <w:jc w:val="both"/>
        <w:rPr>
          <w:b/>
        </w:rPr>
      </w:pPr>
      <w:r w:rsidRPr="0091069E">
        <w:rPr>
          <w:b/>
        </w:rPr>
        <w:t>Lepingu objekt</w:t>
      </w:r>
    </w:p>
    <w:p w14:paraId="6F0DA5C1" w14:textId="77777777" w:rsidR="0065237A" w:rsidRPr="0091069E" w:rsidRDefault="000D17C9" w:rsidP="00825249">
      <w:pPr>
        <w:spacing w:before="240" w:after="120"/>
        <w:jc w:val="both"/>
        <w:rPr>
          <w:b/>
        </w:rPr>
      </w:pPr>
      <w:r w:rsidRPr="0091069E">
        <w:t>Käsundisaaja</w:t>
      </w:r>
      <w:r w:rsidR="009223F6">
        <w:t xml:space="preserve"> kohustub vastavalt l</w:t>
      </w:r>
      <w:r w:rsidR="00D40840" w:rsidRPr="0091069E">
        <w:t xml:space="preserve">epingu dokumentidele </w:t>
      </w:r>
      <w:r w:rsidR="0044482F" w:rsidRPr="0091069E">
        <w:t>osutama</w:t>
      </w:r>
      <w:r w:rsidR="0006217E" w:rsidRPr="0091069E">
        <w:t xml:space="preserve"> </w:t>
      </w:r>
      <w:r w:rsidR="00DC7A2A">
        <w:rPr>
          <w:color w:val="000000"/>
        </w:rPr>
        <w:t>k</w:t>
      </w:r>
      <w:r w:rsidR="007466DD" w:rsidRPr="0091069E">
        <w:rPr>
          <w:color w:val="000000"/>
        </w:rPr>
        <w:t>äsundiandjale</w:t>
      </w:r>
      <w:r w:rsidR="00D40840" w:rsidRPr="0091069E">
        <w:t xml:space="preserve"> omanik</w:t>
      </w:r>
      <w:r w:rsidR="00EE230D" w:rsidRPr="0091069E">
        <w:t>u</w:t>
      </w:r>
      <w:r w:rsidR="00D40840" w:rsidRPr="0091069E">
        <w:t>järelevalve</w:t>
      </w:r>
      <w:r w:rsidR="0044482F" w:rsidRPr="0091069E">
        <w:t xml:space="preserve"> teenust</w:t>
      </w:r>
      <w:r w:rsidR="00D40840" w:rsidRPr="0091069E">
        <w:t xml:space="preserve"> </w:t>
      </w:r>
      <w:r w:rsidR="00DF68BF" w:rsidRPr="0091069E">
        <w:rPr>
          <w:color w:val="000000"/>
        </w:rPr>
        <w:t xml:space="preserve">RMK </w:t>
      </w:r>
      <w:r w:rsidR="005F4262" w:rsidRPr="0012413E">
        <w:rPr>
          <w:b/>
        </w:rPr>
        <w:t>Piirsalu kontori</w:t>
      </w:r>
      <w:r w:rsidR="00DC7A2A" w:rsidRPr="005A3A33">
        <w:rPr>
          <w:szCs w:val="18"/>
        </w:rPr>
        <w:t xml:space="preserve"> </w:t>
      </w:r>
      <w:r w:rsidR="0006217E" w:rsidRPr="0091069E">
        <w:t xml:space="preserve">ehitus- ja </w:t>
      </w:r>
      <w:r w:rsidR="0027209F" w:rsidRPr="0091069E">
        <w:t>re</w:t>
      </w:r>
      <w:r w:rsidR="00DF68BF" w:rsidRPr="0091069E">
        <w:t>konstrueerimist</w:t>
      </w:r>
      <w:r w:rsidR="00D40840" w:rsidRPr="0091069E">
        <w:t>öödel</w:t>
      </w:r>
      <w:r w:rsidR="0067083A" w:rsidRPr="0091069E">
        <w:rPr>
          <w:bCs/>
        </w:rPr>
        <w:t xml:space="preserve"> </w:t>
      </w:r>
    </w:p>
    <w:p w14:paraId="799CCEED" w14:textId="77777777" w:rsidR="0005270D" w:rsidRDefault="0005270D" w:rsidP="00E054FF">
      <w:pPr>
        <w:numPr>
          <w:ilvl w:val="0"/>
          <w:numId w:val="9"/>
        </w:numPr>
        <w:spacing w:before="240" w:after="120"/>
        <w:jc w:val="both"/>
        <w:rPr>
          <w:b/>
        </w:rPr>
      </w:pPr>
      <w:r w:rsidRPr="0091069E">
        <w:rPr>
          <w:b/>
        </w:rPr>
        <w:t>Lepingu dokumendid</w:t>
      </w:r>
    </w:p>
    <w:p w14:paraId="0FBB5702" w14:textId="77777777" w:rsidR="00D76F23" w:rsidRDefault="00D76F23" w:rsidP="0063405A">
      <w:pPr>
        <w:numPr>
          <w:ilvl w:val="1"/>
          <w:numId w:val="9"/>
        </w:numPr>
        <w:jc w:val="both"/>
      </w:pPr>
      <w:r w:rsidRPr="0091069E">
        <w:t>Omanikujärelevalve</w:t>
      </w:r>
      <w:r>
        <w:t xml:space="preserve"> teenus osutatakse vastavalt l</w:t>
      </w:r>
      <w:r w:rsidRPr="0091069E">
        <w:t xml:space="preserve">epingule, võlaõigusseadusele, </w:t>
      </w:r>
      <w:r w:rsidRPr="00E054FF">
        <w:t>majandus- ja taristuministri 02.07.2015 määrusele nr 80 „Omanikujärelevalve tegemise kord“ ja</w:t>
      </w:r>
      <w:r w:rsidRPr="0091069E">
        <w:t xml:space="preserve"> Omanikujärelevalve Käsunduslepingu Üldtingimustele</w:t>
      </w:r>
      <w:r>
        <w:t>,</w:t>
      </w:r>
      <w:r w:rsidRPr="0091069E">
        <w:t xml:space="preserve"> </w:t>
      </w:r>
      <w:r>
        <w:t xml:space="preserve">edaspidi </w:t>
      </w:r>
      <w:r w:rsidRPr="0063405A">
        <w:rPr>
          <w:b/>
        </w:rPr>
        <w:t>OKÜ</w:t>
      </w:r>
      <w:r w:rsidRPr="0091069E">
        <w:t>. Kui Lepinguga ei ole sätestatud teisiti, juhinduvad pooled võlaõigusseadusest, „Omanikujärelevalve tegemise korrast“ ja OKÜ nõuetest.</w:t>
      </w:r>
    </w:p>
    <w:p w14:paraId="21059369" w14:textId="77777777" w:rsidR="00D76F23" w:rsidRDefault="00D76F23" w:rsidP="0063405A">
      <w:pPr>
        <w:numPr>
          <w:ilvl w:val="1"/>
          <w:numId w:val="9"/>
        </w:numPr>
        <w:jc w:val="both"/>
      </w:pPr>
      <w:r w:rsidRPr="0091069E">
        <w:t>Omanikujärelevalve tegemisel on aluseks:</w:t>
      </w:r>
    </w:p>
    <w:p w14:paraId="6DF4F903" w14:textId="77777777" w:rsidR="00D76F23" w:rsidRDefault="00D76F23" w:rsidP="0063405A">
      <w:pPr>
        <w:numPr>
          <w:ilvl w:val="2"/>
          <w:numId w:val="9"/>
        </w:numPr>
        <w:jc w:val="both"/>
      </w:pPr>
      <w:r>
        <w:t>k</w:t>
      </w:r>
      <w:r w:rsidRPr="0091069E">
        <w:t xml:space="preserve">äsundiandja ja </w:t>
      </w:r>
      <w:r>
        <w:t>e</w:t>
      </w:r>
      <w:r w:rsidRPr="0091069E">
        <w:t>hitustöövõtja(te) vahel sõlmitud lepingud;</w:t>
      </w:r>
    </w:p>
    <w:p w14:paraId="6A01C812" w14:textId="77777777" w:rsidR="00D76F23" w:rsidRPr="005F4262" w:rsidRDefault="005F4262" w:rsidP="005F4262">
      <w:pPr>
        <w:numPr>
          <w:ilvl w:val="2"/>
          <w:numId w:val="9"/>
        </w:numPr>
        <w:jc w:val="both"/>
      </w:pPr>
      <w:r w:rsidRPr="005F4262">
        <w:rPr>
          <w:szCs w:val="18"/>
        </w:rPr>
        <w:t>Riigihangete registris ehitushankeks üles laetud dokumendid</w:t>
      </w:r>
      <w:r>
        <w:rPr>
          <w:szCs w:val="18"/>
        </w:rPr>
        <w:t xml:space="preserve"> (v</w:t>
      </w:r>
      <w:r w:rsidRPr="005F4262">
        <w:rPr>
          <w:szCs w:val="18"/>
        </w:rPr>
        <w:t>iitenumber:269858</w:t>
      </w:r>
      <w:r>
        <w:rPr>
          <w:szCs w:val="18"/>
        </w:rPr>
        <w:t>)</w:t>
      </w:r>
      <w:r w:rsidR="00D76F23" w:rsidRPr="005F4262">
        <w:t>;</w:t>
      </w:r>
    </w:p>
    <w:p w14:paraId="61654E9A" w14:textId="77777777" w:rsidR="00D76F23" w:rsidRDefault="00D76F23" w:rsidP="0063405A">
      <w:pPr>
        <w:numPr>
          <w:ilvl w:val="2"/>
          <w:numId w:val="9"/>
        </w:numPr>
        <w:jc w:val="both"/>
      </w:pPr>
      <w:r>
        <w:t>k</w:t>
      </w:r>
      <w:r w:rsidRPr="0091069E">
        <w:t xml:space="preserve">äsundiandja poolt tasuta </w:t>
      </w:r>
      <w:r>
        <w:t>k</w:t>
      </w:r>
      <w:r w:rsidRPr="0091069E">
        <w:t>äsundisaajale kasutada antud tema valduses olevad dokumendid, mis p</w:t>
      </w:r>
      <w:r>
        <w:t>uudutavad töid l</w:t>
      </w:r>
      <w:r w:rsidRPr="0091069E">
        <w:t>epingu objektil;</w:t>
      </w:r>
    </w:p>
    <w:p w14:paraId="068551A6" w14:textId="77777777" w:rsidR="00D76F23" w:rsidRDefault="00D76F23" w:rsidP="0063405A">
      <w:pPr>
        <w:numPr>
          <w:ilvl w:val="2"/>
          <w:numId w:val="9"/>
        </w:numPr>
        <w:jc w:val="both"/>
      </w:pPr>
      <w:r>
        <w:t>k</w:t>
      </w:r>
      <w:r w:rsidRPr="0091069E">
        <w:t>äsundisaaja erialase tegevuse vastutuskindlustuse poliis.</w:t>
      </w:r>
    </w:p>
    <w:p w14:paraId="439A0FC4" w14:textId="77777777" w:rsidR="00D76F23" w:rsidRPr="0063405A" w:rsidRDefault="00D76F23" w:rsidP="00CD6D08">
      <w:pPr>
        <w:numPr>
          <w:ilvl w:val="1"/>
          <w:numId w:val="9"/>
        </w:numPr>
        <w:jc w:val="both"/>
      </w:pPr>
      <w:r w:rsidRPr="0091069E">
        <w:t>Kui vastuolud ilmnevad võrdse prioriteediga dokumentide vahel, võetakse aluseks kronoloogiliselt viimasena koostatud dokument. Lepin</w:t>
      </w:r>
      <w:r>
        <w:t>gu p</w:t>
      </w:r>
      <w:r w:rsidRPr="0091069E">
        <w:t>ool, kes märkab dokumentides sisulisi vastuolusid, on kohustatud sellest viivitamatult informeerima teist poolt.</w:t>
      </w:r>
    </w:p>
    <w:p w14:paraId="085BB077" w14:textId="77777777" w:rsidR="00CA32B8" w:rsidRDefault="00CA32B8" w:rsidP="001A4910">
      <w:pPr>
        <w:numPr>
          <w:ilvl w:val="0"/>
          <w:numId w:val="9"/>
        </w:numPr>
        <w:spacing w:before="240" w:after="120"/>
        <w:jc w:val="both"/>
        <w:rPr>
          <w:b/>
        </w:rPr>
      </w:pPr>
      <w:r w:rsidRPr="0091069E">
        <w:rPr>
          <w:b/>
        </w:rPr>
        <w:t>Tasu</w:t>
      </w:r>
    </w:p>
    <w:p w14:paraId="408D8C0A" w14:textId="77777777" w:rsidR="00CA32B8" w:rsidRPr="0063405A" w:rsidRDefault="00CA32B8" w:rsidP="00C2203D">
      <w:pPr>
        <w:numPr>
          <w:ilvl w:val="1"/>
          <w:numId w:val="9"/>
        </w:numPr>
        <w:jc w:val="both"/>
      </w:pPr>
      <w:r w:rsidRPr="0063405A">
        <w:rPr>
          <w:color w:val="000000"/>
        </w:rPr>
        <w:t xml:space="preserve">Käsundisaajale makstava tasu suuruseks on </w:t>
      </w:r>
      <w:r w:rsidR="005F4262">
        <w:rPr>
          <w:b/>
        </w:rPr>
        <w:t>5930</w:t>
      </w:r>
      <w:r w:rsidR="00E054FF" w:rsidRPr="0063405A">
        <w:rPr>
          <w:b/>
        </w:rPr>
        <w:t xml:space="preserve"> </w:t>
      </w:r>
      <w:r w:rsidRPr="0063405A">
        <w:rPr>
          <w:color w:val="000000"/>
        </w:rPr>
        <w:t>eurot</w:t>
      </w:r>
      <w:r w:rsidR="005F4262">
        <w:rPr>
          <w:color w:val="000000"/>
        </w:rPr>
        <w:t>, millele lisandub käibemaks</w:t>
      </w:r>
      <w:r w:rsidRPr="0063405A">
        <w:rPr>
          <w:color w:val="000000"/>
        </w:rPr>
        <w:t>.</w:t>
      </w:r>
    </w:p>
    <w:p w14:paraId="11422810" w14:textId="77777777" w:rsidR="00CA32B8" w:rsidRPr="0063405A" w:rsidRDefault="00CA32B8" w:rsidP="00C2203D">
      <w:pPr>
        <w:numPr>
          <w:ilvl w:val="1"/>
          <w:numId w:val="9"/>
        </w:numPr>
        <w:jc w:val="both"/>
      </w:pPr>
      <w:r w:rsidRPr="0063405A">
        <w:rPr>
          <w:color w:val="000000"/>
        </w:rPr>
        <w:t>Käsundiandja tasub töö eest alljärgnevalt:</w:t>
      </w:r>
    </w:p>
    <w:p w14:paraId="3207ABC8" w14:textId="77777777" w:rsidR="00CA32B8" w:rsidRPr="0063405A" w:rsidRDefault="00CA32B8" w:rsidP="005F4262">
      <w:pPr>
        <w:numPr>
          <w:ilvl w:val="2"/>
          <w:numId w:val="9"/>
        </w:numPr>
        <w:jc w:val="both"/>
      </w:pPr>
      <w:r w:rsidRPr="0063405A">
        <w:rPr>
          <w:color w:val="000000"/>
        </w:rPr>
        <w:t>omanikujärelevalve ehitustöödel 75% leping</w:t>
      </w:r>
      <w:r w:rsidR="00E054FF" w:rsidRPr="0063405A">
        <w:rPr>
          <w:color w:val="000000"/>
        </w:rPr>
        <w:t xml:space="preserve">u punktis 3.1 nimetatud tasust </w:t>
      </w:r>
      <w:r w:rsidRPr="0063405A">
        <w:rPr>
          <w:color w:val="000000"/>
        </w:rPr>
        <w:t xml:space="preserve">ehk </w:t>
      </w:r>
      <w:r w:rsidR="005F4262">
        <w:rPr>
          <w:b/>
        </w:rPr>
        <w:t>4448</w:t>
      </w:r>
      <w:r w:rsidR="00E054FF" w:rsidRPr="0063405A">
        <w:rPr>
          <w:b/>
        </w:rPr>
        <w:t xml:space="preserve"> </w:t>
      </w:r>
      <w:r w:rsidRPr="0063405A">
        <w:rPr>
          <w:color w:val="000000"/>
        </w:rPr>
        <w:t>eurot</w:t>
      </w:r>
      <w:r w:rsidR="005F4262" w:rsidRPr="005F4262">
        <w:rPr>
          <w:color w:val="000000"/>
        </w:rPr>
        <w:t>, millele lisandub käibemaks</w:t>
      </w:r>
      <w:r w:rsidRPr="0063405A">
        <w:rPr>
          <w:color w:val="000000"/>
        </w:rPr>
        <w:t>;</w:t>
      </w:r>
    </w:p>
    <w:p w14:paraId="6B55D372" w14:textId="77777777" w:rsidR="00CA32B8" w:rsidRPr="0063405A" w:rsidRDefault="00CA32B8" w:rsidP="005F4262">
      <w:pPr>
        <w:numPr>
          <w:ilvl w:val="2"/>
          <w:numId w:val="9"/>
        </w:numPr>
        <w:jc w:val="both"/>
      </w:pPr>
      <w:r w:rsidRPr="0063405A">
        <w:rPr>
          <w:color w:val="000000"/>
        </w:rPr>
        <w:t xml:space="preserve">lõppakti vormistamise järel 25% lepingu punktis 3.1 nimetatud tasust  ehk </w:t>
      </w:r>
      <w:r w:rsidR="005F4262">
        <w:rPr>
          <w:b/>
        </w:rPr>
        <w:t>1482</w:t>
      </w:r>
      <w:r w:rsidR="00E054FF" w:rsidRPr="0063405A">
        <w:rPr>
          <w:b/>
        </w:rPr>
        <w:t xml:space="preserve"> </w:t>
      </w:r>
      <w:r w:rsidRPr="0063405A">
        <w:rPr>
          <w:color w:val="000000"/>
        </w:rPr>
        <w:t>eurot</w:t>
      </w:r>
      <w:r w:rsidR="005F4262" w:rsidRPr="005F4262">
        <w:rPr>
          <w:color w:val="000000"/>
        </w:rPr>
        <w:t>, millele lisandub käibemaks</w:t>
      </w:r>
      <w:r w:rsidRPr="0063405A">
        <w:rPr>
          <w:color w:val="000000"/>
        </w:rPr>
        <w:t>.</w:t>
      </w:r>
    </w:p>
    <w:p w14:paraId="569DBAAB" w14:textId="77777777" w:rsidR="00CA32B8" w:rsidRPr="0063405A" w:rsidRDefault="00CA32B8" w:rsidP="00C2203D">
      <w:pPr>
        <w:numPr>
          <w:ilvl w:val="1"/>
          <w:numId w:val="9"/>
        </w:numPr>
        <w:jc w:val="both"/>
      </w:pPr>
      <w:r w:rsidRPr="0063405A">
        <w:rPr>
          <w:color w:val="000000"/>
        </w:rPr>
        <w:t xml:space="preserve">Käsundiandja tasub käsundisaajale vastavalt käsundisaaja poolt esitatud </w:t>
      </w:r>
      <w:r w:rsidR="002F140A" w:rsidRPr="0063405A">
        <w:rPr>
          <w:color w:val="000000"/>
        </w:rPr>
        <w:t>osutatud teenuse</w:t>
      </w:r>
      <w:r w:rsidRPr="0063405A">
        <w:rPr>
          <w:color w:val="000000"/>
        </w:rPr>
        <w:t xml:space="preserve"> aktile.</w:t>
      </w:r>
    </w:p>
    <w:p w14:paraId="7C0F0E81" w14:textId="77777777" w:rsidR="00CA32B8" w:rsidRPr="0063405A" w:rsidRDefault="00CA32B8" w:rsidP="00C2203D">
      <w:pPr>
        <w:numPr>
          <w:ilvl w:val="1"/>
          <w:numId w:val="9"/>
        </w:numPr>
        <w:jc w:val="both"/>
      </w:pPr>
      <w:r w:rsidRPr="0063405A">
        <w:rPr>
          <w:color w:val="000000"/>
        </w:rPr>
        <w:t xml:space="preserve">Käsundiandja on kohustatud 5 (viie) tööpäeva jooksul, alates </w:t>
      </w:r>
      <w:r w:rsidR="002F140A" w:rsidRPr="0063405A">
        <w:rPr>
          <w:color w:val="000000"/>
        </w:rPr>
        <w:t>osutatud teenuse</w:t>
      </w:r>
      <w:r w:rsidRPr="0063405A">
        <w:rPr>
          <w:color w:val="000000"/>
        </w:rPr>
        <w:t xml:space="preserve"> akti saamisele järgnevast tööpäevast, selle allakirjutatult tagastama või motiveeritult keelduma </w:t>
      </w:r>
      <w:r w:rsidR="002F140A" w:rsidRPr="0063405A">
        <w:rPr>
          <w:color w:val="000000"/>
        </w:rPr>
        <w:t>osutatud teenuse aktsepteerimisest</w:t>
      </w:r>
      <w:r w:rsidRPr="0063405A">
        <w:rPr>
          <w:color w:val="000000"/>
        </w:rPr>
        <w:t>.</w:t>
      </w:r>
    </w:p>
    <w:p w14:paraId="68AC69A4" w14:textId="77777777" w:rsidR="00CA32B8" w:rsidRPr="0063405A" w:rsidRDefault="00CA32B8" w:rsidP="00C2203D">
      <w:pPr>
        <w:numPr>
          <w:ilvl w:val="1"/>
          <w:numId w:val="9"/>
        </w:numPr>
        <w:jc w:val="both"/>
      </w:pPr>
      <w:r w:rsidRPr="0063405A">
        <w:rPr>
          <w:color w:val="000000"/>
        </w:rPr>
        <w:lastRenderedPageBreak/>
        <w:t xml:space="preserve">Käsundisaajalt arve saamisel käsundiandja poolt allakirjutatud </w:t>
      </w:r>
      <w:r w:rsidR="002F140A" w:rsidRPr="0063405A">
        <w:rPr>
          <w:color w:val="000000"/>
        </w:rPr>
        <w:t>osutatud teenuse</w:t>
      </w:r>
      <w:r w:rsidRPr="0063405A">
        <w:rPr>
          <w:color w:val="000000"/>
        </w:rPr>
        <w:t xml:space="preserve"> aktiga fikseeritud summas kohustub käsundiandja selle tasuma 5 (viie) tööpäeva jooksul arvates arve saamisele järgnevast päevast.</w:t>
      </w:r>
    </w:p>
    <w:p w14:paraId="395D9F4E" w14:textId="77777777" w:rsidR="00CA32B8" w:rsidRPr="0063405A" w:rsidRDefault="00CA32B8" w:rsidP="00C2203D">
      <w:pPr>
        <w:numPr>
          <w:ilvl w:val="1"/>
          <w:numId w:val="9"/>
        </w:numPr>
        <w:jc w:val="both"/>
      </w:pPr>
      <w:r w:rsidRPr="0063405A">
        <w:rPr>
          <w:color w:val="000000"/>
        </w:rPr>
        <w:t xml:space="preserve">Lepingu ennetähtaegsel ülesütlemisel käsundiandja poolt tasutakse käsundisaajale </w:t>
      </w:r>
      <w:r w:rsidR="002F140A" w:rsidRPr="0063405A">
        <w:rPr>
          <w:color w:val="000000"/>
        </w:rPr>
        <w:t>osutatud teenuse akti</w:t>
      </w:r>
      <w:r w:rsidRPr="0063405A">
        <w:rPr>
          <w:color w:val="000000"/>
        </w:rPr>
        <w:t xml:space="preserve"> alusel vastavalt osutatud teenuse mahule selles osas, millele käsundiandjal ei ole pretensioone.</w:t>
      </w:r>
    </w:p>
    <w:p w14:paraId="57B54E4C" w14:textId="77777777" w:rsidR="00CA32B8" w:rsidRPr="0063405A" w:rsidRDefault="00CA32B8" w:rsidP="00C2203D">
      <w:pPr>
        <w:numPr>
          <w:ilvl w:val="1"/>
          <w:numId w:val="9"/>
        </w:numPr>
        <w:jc w:val="both"/>
      </w:pPr>
      <w:r w:rsidRPr="0063405A">
        <w:rPr>
          <w:color w:val="000000"/>
        </w:rPr>
        <w:t>Osutatud teenus võetakse vastu ja lõpparveldus tehakse pärast ehitustööde lõppülevaatuse akti ja ehitise kasutusloa vormistamist, millele on allakirjutanud käsundiandja ja ehitustöövõtja esindajad.</w:t>
      </w:r>
    </w:p>
    <w:p w14:paraId="6189A714" w14:textId="77777777" w:rsidR="00CA32B8" w:rsidRDefault="00CA32B8" w:rsidP="001A4910">
      <w:pPr>
        <w:numPr>
          <w:ilvl w:val="0"/>
          <w:numId w:val="9"/>
        </w:numPr>
        <w:spacing w:before="240" w:after="120"/>
        <w:jc w:val="both"/>
        <w:rPr>
          <w:b/>
        </w:rPr>
      </w:pPr>
      <w:r w:rsidRPr="00D76F23">
        <w:rPr>
          <w:b/>
        </w:rPr>
        <w:t>Lepingu kehtivus</w:t>
      </w:r>
    </w:p>
    <w:p w14:paraId="78DB9290" w14:textId="77777777" w:rsidR="00CA32B8" w:rsidRDefault="00CA32B8" w:rsidP="00C2203D">
      <w:pPr>
        <w:numPr>
          <w:ilvl w:val="1"/>
          <w:numId w:val="9"/>
        </w:numPr>
        <w:jc w:val="both"/>
      </w:pPr>
      <w:r w:rsidRPr="0091069E">
        <w:t xml:space="preserve">Ehitusplatsil alustatakse omanikujärelevalvet ehitustööde alustamisega. Teenuse osutamise algusest teatab </w:t>
      </w:r>
      <w:r>
        <w:t>k</w:t>
      </w:r>
      <w:r w:rsidRPr="0091069E">
        <w:t xml:space="preserve">äsundiandja </w:t>
      </w:r>
      <w:r>
        <w:t>k</w:t>
      </w:r>
      <w:r w:rsidRPr="0091069E">
        <w:t>äsundisaajale täiendavalt, kuid mitte hiljem, kui 3 päeva enne ehitustööde algust.</w:t>
      </w:r>
    </w:p>
    <w:p w14:paraId="1A929886" w14:textId="77777777" w:rsidR="00CA32B8" w:rsidRDefault="00CA32B8" w:rsidP="00C2203D">
      <w:pPr>
        <w:numPr>
          <w:ilvl w:val="1"/>
          <w:numId w:val="9"/>
        </w:numPr>
        <w:jc w:val="both"/>
      </w:pPr>
      <w:r w:rsidRPr="0091069E">
        <w:t xml:space="preserve">Käsundisaaja </w:t>
      </w:r>
      <w:r w:rsidR="008A5A90">
        <w:t xml:space="preserve">tasulise </w:t>
      </w:r>
      <w:r w:rsidRPr="0091069E">
        <w:t xml:space="preserve">teenuse </w:t>
      </w:r>
      <w:r w:rsidR="008A5A90">
        <w:t xml:space="preserve">osutamise </w:t>
      </w:r>
      <w:r w:rsidRPr="0091069E">
        <w:t xml:space="preserve">aeg </w:t>
      </w:r>
      <w:r w:rsidR="008A5A90">
        <w:t>lõpeb</w:t>
      </w:r>
      <w:r w:rsidRPr="0091069E">
        <w:t xml:space="preserve"> ehitustööde vastuvõtmise akti allakirjutamise kuupäeva</w:t>
      </w:r>
      <w:r w:rsidR="008A5A90">
        <w:t>ga</w:t>
      </w:r>
      <w:r w:rsidRPr="0091069E">
        <w:t>.</w:t>
      </w:r>
    </w:p>
    <w:p w14:paraId="04F20A0D" w14:textId="77777777" w:rsidR="008A5A90" w:rsidRDefault="008A5A90" w:rsidP="00C2203D">
      <w:pPr>
        <w:numPr>
          <w:ilvl w:val="1"/>
          <w:numId w:val="9"/>
        </w:numPr>
        <w:jc w:val="both"/>
      </w:pPr>
      <w:r>
        <w:t>Käsundisaaja poolt teenuse osutamine lõpeb kohaliku omavalitsuse poolt ehitisele väljastatud kasutusloa kuupäevaga.</w:t>
      </w:r>
    </w:p>
    <w:p w14:paraId="54783F22" w14:textId="77777777" w:rsidR="00CA32B8" w:rsidRPr="0063405A" w:rsidRDefault="00CA32B8" w:rsidP="00C2203D">
      <w:pPr>
        <w:numPr>
          <w:ilvl w:val="1"/>
          <w:numId w:val="9"/>
        </w:numPr>
        <w:jc w:val="both"/>
      </w:pPr>
      <w:r w:rsidRPr="0063405A">
        <w:rPr>
          <w:color w:val="000000"/>
        </w:rPr>
        <w:t>Lepingu alusel osutatud teenuse garantii kehtib ehitustööde garantiiperioodi lõpuni.</w:t>
      </w:r>
    </w:p>
    <w:p w14:paraId="241ACDDA" w14:textId="77777777" w:rsidR="00CA32B8" w:rsidRPr="0063405A" w:rsidRDefault="00CA32B8" w:rsidP="001A4910">
      <w:pPr>
        <w:numPr>
          <w:ilvl w:val="0"/>
          <w:numId w:val="9"/>
        </w:numPr>
        <w:spacing w:before="240" w:after="120"/>
        <w:jc w:val="both"/>
        <w:rPr>
          <w:b/>
        </w:rPr>
      </w:pPr>
      <w:r w:rsidRPr="0091069E">
        <w:rPr>
          <w:b/>
          <w:color w:val="000000"/>
        </w:rPr>
        <w:t>Poolte vastutus</w:t>
      </w:r>
    </w:p>
    <w:p w14:paraId="3357D726" w14:textId="77777777" w:rsidR="00CA32B8" w:rsidRPr="0063405A" w:rsidRDefault="00CA32B8" w:rsidP="00C2203D">
      <w:pPr>
        <w:numPr>
          <w:ilvl w:val="1"/>
          <w:numId w:val="9"/>
        </w:numPr>
        <w:jc w:val="both"/>
      </w:pPr>
      <w:r w:rsidRPr="0063405A">
        <w:rPr>
          <w:color w:val="000000"/>
        </w:rPr>
        <w:t>Käsundisaaja arve tasumisega viivitamisel maksab käsundiandja viivist 0,15% iga kalendripäeva kohta tasumata summast, kuid mitte rohkem kui 10% lepingu punktis 3.1 nimetatud tasust.</w:t>
      </w:r>
    </w:p>
    <w:p w14:paraId="4BE59410" w14:textId="77777777" w:rsidR="00CA32B8" w:rsidRPr="0063405A" w:rsidRDefault="00CA32B8" w:rsidP="00C2203D">
      <w:pPr>
        <w:numPr>
          <w:ilvl w:val="1"/>
          <w:numId w:val="9"/>
        </w:numPr>
        <w:jc w:val="both"/>
      </w:pPr>
      <w:r w:rsidRPr="0063405A">
        <w:rPr>
          <w:color w:val="000000"/>
        </w:rPr>
        <w:t xml:space="preserve">Kui käsundisaaja süül esinevad ehitustöövõtja poolt teostatavates ehitustöödes </w:t>
      </w:r>
      <w:r w:rsidR="002F140A" w:rsidRPr="0063405A">
        <w:rPr>
          <w:color w:val="000000"/>
        </w:rPr>
        <w:t>mittevastavused</w:t>
      </w:r>
      <w:r w:rsidRPr="0063405A">
        <w:rPr>
          <w:color w:val="000000"/>
        </w:rPr>
        <w:t>, hüvitab käsundisaaja käsundiandjale tekitatud kahju.</w:t>
      </w:r>
    </w:p>
    <w:p w14:paraId="416DF9B0" w14:textId="77777777" w:rsidR="00CA32B8" w:rsidRPr="0063405A" w:rsidRDefault="00CA32B8" w:rsidP="00C2203D">
      <w:pPr>
        <w:numPr>
          <w:ilvl w:val="1"/>
          <w:numId w:val="9"/>
        </w:numPr>
        <w:jc w:val="both"/>
      </w:pPr>
      <w:r w:rsidRPr="0063405A">
        <w:rPr>
          <w:color w:val="000000"/>
        </w:rPr>
        <w:t>Käsundiandjale tekitatud kahju kuulub hüvitamisele tõestatud ulatuses, kuid mitte suuremana, kui lepingu punktis 3.1 nimetatud tasu. See piirang ei kehti, kui kahju on põhjustanud käsundisaaja tahtlik tegevus.</w:t>
      </w:r>
    </w:p>
    <w:p w14:paraId="3310A08B" w14:textId="77777777" w:rsidR="00CA32B8" w:rsidRPr="0063405A" w:rsidRDefault="00CA32B8" w:rsidP="00C2203D">
      <w:pPr>
        <w:numPr>
          <w:ilvl w:val="1"/>
          <w:numId w:val="9"/>
        </w:numPr>
        <w:jc w:val="both"/>
      </w:pPr>
      <w:r w:rsidRPr="0063405A">
        <w:rPr>
          <w:color w:val="000000"/>
        </w:rPr>
        <w:t>Viivise tasumine või tekitatud kahju hüvitamine ei vabasta lepingupooli kohustuste täitmisest.</w:t>
      </w:r>
    </w:p>
    <w:p w14:paraId="1FEBB28A" w14:textId="77777777" w:rsidR="00CA32B8" w:rsidRPr="0063405A" w:rsidRDefault="00CA32B8" w:rsidP="001A4910">
      <w:pPr>
        <w:numPr>
          <w:ilvl w:val="0"/>
          <w:numId w:val="9"/>
        </w:numPr>
        <w:spacing w:before="240" w:after="120"/>
        <w:jc w:val="both"/>
        <w:rPr>
          <w:b/>
        </w:rPr>
      </w:pPr>
      <w:r w:rsidRPr="003E7DC0">
        <w:rPr>
          <w:b/>
          <w:color w:val="000000"/>
        </w:rPr>
        <w:t>Käsundisaaja kohustused</w:t>
      </w:r>
    </w:p>
    <w:p w14:paraId="302D1AE5" w14:textId="77777777" w:rsidR="00CA32B8" w:rsidRDefault="00CA32B8" w:rsidP="00C2203D">
      <w:pPr>
        <w:numPr>
          <w:ilvl w:val="1"/>
          <w:numId w:val="9"/>
        </w:numPr>
        <w:jc w:val="both"/>
      </w:pPr>
      <w:r w:rsidRPr="0091069E">
        <w:t>Täita kohustusi, mis omanikujärelevalve tegijale on pandud „Omanikujärelevalve tegemise korra“ ja teiste õigusaktidega; OKÜ-ga ja Hea Ehitustavaga.</w:t>
      </w:r>
    </w:p>
    <w:p w14:paraId="4D6D96F6" w14:textId="77777777" w:rsidR="00CA32B8" w:rsidRDefault="00CA32B8" w:rsidP="00C02044">
      <w:pPr>
        <w:numPr>
          <w:ilvl w:val="1"/>
          <w:numId w:val="9"/>
        </w:numPr>
        <w:jc w:val="both"/>
      </w:pPr>
      <w:r>
        <w:t>Juhtida</w:t>
      </w:r>
      <w:r w:rsidRPr="0091069E">
        <w:t xml:space="preserve"> korralis</w:t>
      </w:r>
      <w:r>
        <w:t>i</w:t>
      </w:r>
      <w:r w:rsidRPr="0091069E">
        <w:t xml:space="preserve"> ehitusnõupidamis</w:t>
      </w:r>
      <w:r>
        <w:t>i</w:t>
      </w:r>
      <w:r w:rsidRPr="0091069E">
        <w:t xml:space="preserve">, mis toimuvad </w:t>
      </w:r>
      <w:r>
        <w:t xml:space="preserve">mitte sagedamini kui </w:t>
      </w:r>
      <w:r w:rsidRPr="0091069E">
        <w:t>üks kord nädalas.</w:t>
      </w:r>
      <w:r w:rsidR="008E4FA3">
        <w:t xml:space="preserve"> Ehitusnõupidamiste sagedus lepitakse täpsemalt kokku ehituse algusnõupidamisel.</w:t>
      </w:r>
    </w:p>
    <w:p w14:paraId="0045380F" w14:textId="77777777" w:rsidR="00CA32B8" w:rsidRDefault="00CA32B8" w:rsidP="00C02044">
      <w:pPr>
        <w:numPr>
          <w:ilvl w:val="1"/>
          <w:numId w:val="9"/>
        </w:numPr>
        <w:jc w:val="both"/>
      </w:pPr>
      <w:r w:rsidRPr="0091069E">
        <w:t xml:space="preserve">Osaleda erakorralistel ehitusnõupidamistel, millest on </w:t>
      </w:r>
      <w:r>
        <w:t>k</w:t>
      </w:r>
      <w:r w:rsidRPr="0091069E">
        <w:t xml:space="preserve">äsundiandja vähemalt 3 päeva ette teatanud. Ühekordsest väljakutsest teavitab </w:t>
      </w:r>
      <w:r>
        <w:t>k</w:t>
      </w:r>
      <w:r w:rsidRPr="0091069E">
        <w:t xml:space="preserve">äsundiandja </w:t>
      </w:r>
      <w:r>
        <w:t>k</w:t>
      </w:r>
      <w:r w:rsidRPr="0091069E">
        <w:t>äsundisaajat ette vähemalt 24 tundi. Käsundisaaja on samas valmis tegema kõik selleks, et lahendada probleemid operatiivselt</w:t>
      </w:r>
    </w:p>
    <w:p w14:paraId="7A843F02" w14:textId="77777777" w:rsidR="00CA32B8" w:rsidRDefault="00CA32B8" w:rsidP="00C02044">
      <w:pPr>
        <w:numPr>
          <w:ilvl w:val="1"/>
          <w:numId w:val="9"/>
        </w:numPr>
        <w:jc w:val="both"/>
      </w:pPr>
      <w:r w:rsidRPr="0091069E">
        <w:t>Kontrollida ehitusobjektil dokumenteerimise nõuetest kinnipidamisest.</w:t>
      </w:r>
    </w:p>
    <w:p w14:paraId="3E722C56" w14:textId="77777777" w:rsidR="00CA32B8" w:rsidRDefault="00CA32B8" w:rsidP="003D30BF">
      <w:pPr>
        <w:numPr>
          <w:ilvl w:val="1"/>
          <w:numId w:val="9"/>
        </w:numPr>
        <w:jc w:val="both"/>
      </w:pPr>
      <w:r w:rsidRPr="0091069E">
        <w:t xml:space="preserve">Esitada </w:t>
      </w:r>
      <w:r>
        <w:t>k</w:t>
      </w:r>
      <w:r w:rsidRPr="0091069E">
        <w:t>äsundiandjale</w:t>
      </w:r>
      <w:r>
        <w:t xml:space="preserve"> kirjalikult oma tähelepanekud e</w:t>
      </w:r>
      <w:r w:rsidRPr="0091069E">
        <w:t>hitustööde käigus avastatud projektivigadest ja teha ettepanekud nende parandamiseks projekteerija poolt.</w:t>
      </w:r>
    </w:p>
    <w:p w14:paraId="3D1BA3CD" w14:textId="77777777" w:rsidR="00CA32B8" w:rsidRPr="0063405A" w:rsidRDefault="00CA32B8" w:rsidP="003D30BF">
      <w:pPr>
        <w:numPr>
          <w:ilvl w:val="1"/>
          <w:numId w:val="9"/>
        </w:numPr>
        <w:jc w:val="both"/>
      </w:pPr>
      <w:r w:rsidRPr="0063405A">
        <w:rPr>
          <w:color w:val="000000"/>
        </w:rPr>
        <w:t>Esitada ehitustöövõtjale ja käsundiandjale loendi konstruktsioonidest, sõlmedest ja töödest, mille kohta ehitustöövõtja on kohustatud koostama kaetud tööde aktid.</w:t>
      </w:r>
    </w:p>
    <w:p w14:paraId="6867D107" w14:textId="77777777" w:rsidR="00CA32B8" w:rsidRPr="0063405A" w:rsidRDefault="00CA32B8" w:rsidP="003D30BF">
      <w:pPr>
        <w:numPr>
          <w:ilvl w:val="1"/>
          <w:numId w:val="9"/>
        </w:numPr>
        <w:jc w:val="both"/>
      </w:pPr>
      <w:r w:rsidRPr="0063405A">
        <w:rPr>
          <w:color w:val="000000"/>
        </w:rPr>
        <w:t>Teostada ehitusplatsil omanikujärelevalvet sellise sagedusega, mis tagab:</w:t>
      </w:r>
    </w:p>
    <w:p w14:paraId="71CAE669" w14:textId="77777777" w:rsidR="00CA32B8" w:rsidRPr="0063405A" w:rsidRDefault="00CA32B8" w:rsidP="003D30BF">
      <w:pPr>
        <w:numPr>
          <w:ilvl w:val="2"/>
          <w:numId w:val="9"/>
        </w:numPr>
        <w:jc w:val="both"/>
      </w:pPr>
      <w:r w:rsidRPr="0063405A">
        <w:rPr>
          <w:color w:val="000000"/>
        </w:rPr>
        <w:t>vajalikud kooskõlastused ehitustöövõtjaga;</w:t>
      </w:r>
    </w:p>
    <w:p w14:paraId="0FF6476E" w14:textId="77777777" w:rsidR="00CA32B8" w:rsidRPr="0063405A" w:rsidRDefault="00CA32B8" w:rsidP="003D30BF">
      <w:pPr>
        <w:numPr>
          <w:ilvl w:val="2"/>
          <w:numId w:val="9"/>
        </w:numPr>
        <w:jc w:val="both"/>
      </w:pPr>
      <w:r w:rsidRPr="0063405A">
        <w:rPr>
          <w:color w:val="000000"/>
        </w:rPr>
        <w:t>et ehitustöövõtja sooritab igat järgnevat tööetappi projekti ning õigusaktide nõuete kohaselt;</w:t>
      </w:r>
    </w:p>
    <w:p w14:paraId="761EEF0B" w14:textId="77777777" w:rsidR="00CA32B8" w:rsidRPr="0063405A" w:rsidRDefault="00CA32B8" w:rsidP="003D30BF">
      <w:pPr>
        <w:numPr>
          <w:ilvl w:val="2"/>
          <w:numId w:val="9"/>
        </w:numPr>
        <w:jc w:val="both"/>
      </w:pPr>
      <w:r w:rsidRPr="0063405A">
        <w:rPr>
          <w:color w:val="000000"/>
        </w:rPr>
        <w:lastRenderedPageBreak/>
        <w:t>et kõik kaetavad tööd on üle vaadatud ning positiivse tulemuse korral on kirjalikult vormistatud kaetud tööde akt ning antud luba järgnevate tööde teostamiseks;</w:t>
      </w:r>
    </w:p>
    <w:p w14:paraId="1BC58005" w14:textId="77777777" w:rsidR="00CA32B8" w:rsidRPr="0063405A" w:rsidRDefault="00CA32B8" w:rsidP="003D30BF">
      <w:pPr>
        <w:numPr>
          <w:ilvl w:val="2"/>
          <w:numId w:val="9"/>
        </w:numPr>
        <w:jc w:val="both"/>
      </w:pPr>
      <w:r w:rsidRPr="0063405A">
        <w:rPr>
          <w:color w:val="000000"/>
        </w:rPr>
        <w:t>ehitustöövõtja poolt käsundiandjale üleantavad tööd on üle vaadatud ja käsundisaaja poolt on käsundiandjale antud teave üleantavate tööde kohasuse kohta.</w:t>
      </w:r>
    </w:p>
    <w:p w14:paraId="02CCFF96" w14:textId="77777777" w:rsidR="00CA32B8" w:rsidRPr="0063405A" w:rsidRDefault="00AA3D4F" w:rsidP="003D30BF">
      <w:pPr>
        <w:numPr>
          <w:ilvl w:val="1"/>
          <w:numId w:val="9"/>
        </w:numPr>
        <w:jc w:val="both"/>
      </w:pPr>
      <w:r>
        <w:rPr>
          <w:color w:val="000000"/>
        </w:rPr>
        <w:t>Fikseerida</w:t>
      </w:r>
      <w:r w:rsidR="00CA32B8" w:rsidRPr="0063405A">
        <w:rPr>
          <w:color w:val="000000"/>
        </w:rPr>
        <w:t xml:space="preserve"> ehitustöövõt</w:t>
      </w:r>
      <w:r>
        <w:rPr>
          <w:color w:val="000000"/>
        </w:rPr>
        <w:t>ja poolt täidetavas päevikus ehitusobjekti külastamise ajad ning sellega seoses avastatud mittevastavused</w:t>
      </w:r>
      <w:r w:rsidR="00CA32B8" w:rsidRPr="0063405A">
        <w:rPr>
          <w:color w:val="000000"/>
        </w:rPr>
        <w:t>.</w:t>
      </w:r>
    </w:p>
    <w:p w14:paraId="0D75C0B6" w14:textId="77777777" w:rsidR="00CA32B8" w:rsidRPr="0063405A" w:rsidRDefault="00CA32B8" w:rsidP="003D30BF">
      <w:pPr>
        <w:numPr>
          <w:ilvl w:val="1"/>
          <w:numId w:val="9"/>
        </w:numPr>
        <w:jc w:val="both"/>
      </w:pPr>
      <w:r w:rsidRPr="0063405A">
        <w:rPr>
          <w:color w:val="000000"/>
        </w:rPr>
        <w:t>Kooskõlastada ehitustööde üleandmise-vastuvõtmise aktid.</w:t>
      </w:r>
    </w:p>
    <w:p w14:paraId="796EC7D4" w14:textId="77777777" w:rsidR="00CA32B8" w:rsidRPr="0063405A" w:rsidRDefault="00CA32B8" w:rsidP="001A4910">
      <w:pPr>
        <w:numPr>
          <w:ilvl w:val="0"/>
          <w:numId w:val="9"/>
        </w:numPr>
        <w:spacing w:before="240" w:after="120"/>
        <w:jc w:val="both"/>
        <w:rPr>
          <w:b/>
        </w:rPr>
      </w:pPr>
      <w:r w:rsidRPr="00921E44">
        <w:rPr>
          <w:b/>
          <w:color w:val="000000"/>
        </w:rPr>
        <w:t>Käsundiandja kohustused</w:t>
      </w:r>
    </w:p>
    <w:p w14:paraId="29F50C53" w14:textId="77777777" w:rsidR="00CA32B8" w:rsidRDefault="00CA32B8" w:rsidP="003D30BF">
      <w:pPr>
        <w:numPr>
          <w:ilvl w:val="1"/>
          <w:numId w:val="9"/>
        </w:numPr>
        <w:jc w:val="both"/>
      </w:pPr>
      <w:r w:rsidRPr="0091069E">
        <w:t xml:space="preserve">Anda </w:t>
      </w:r>
      <w:r>
        <w:t>k</w:t>
      </w:r>
      <w:r w:rsidRPr="0091069E">
        <w:t>äsundisaaja</w:t>
      </w:r>
      <w:r>
        <w:t>le üle e</w:t>
      </w:r>
      <w:r w:rsidRPr="0091069E">
        <w:t>hitustöövõtjaga sõlmitu</w:t>
      </w:r>
      <w:r>
        <w:t>d töövõtulepingu dokumendid ja e</w:t>
      </w:r>
      <w:r w:rsidRPr="0091069E">
        <w:t>hitusprojekti dokumendid. Käsundiandja vastutab nende dokumentide õigsuse eest.</w:t>
      </w:r>
    </w:p>
    <w:p w14:paraId="38E68CD1" w14:textId="77777777" w:rsidR="00CA32B8" w:rsidRPr="0063405A" w:rsidRDefault="00FC718B" w:rsidP="003D30BF">
      <w:pPr>
        <w:numPr>
          <w:ilvl w:val="1"/>
          <w:numId w:val="9"/>
        </w:numPr>
        <w:jc w:val="both"/>
      </w:pPr>
      <w:r w:rsidRPr="0091069E">
        <w:t xml:space="preserve">Anda </w:t>
      </w:r>
      <w:r>
        <w:t>k</w:t>
      </w:r>
      <w:r w:rsidRPr="0091069E">
        <w:t xml:space="preserve">äsundisaajale üle </w:t>
      </w:r>
      <w:r>
        <w:t>e</w:t>
      </w:r>
      <w:r w:rsidRPr="0091069E">
        <w:t>hitusprojekti dokumentide muudatused samaaegselt nend</w:t>
      </w:r>
      <w:r>
        <w:t>e ülendamisega e</w:t>
      </w:r>
      <w:r w:rsidRPr="0091069E">
        <w:t xml:space="preserve">hitustöövõtjale, sh </w:t>
      </w:r>
      <w:r w:rsidRPr="0063405A">
        <w:rPr>
          <w:color w:val="000000"/>
        </w:rPr>
        <w:t>ehitustöövõtjaga kokkulepitud ajagraafiku ning nõudma ehitustöövõtjalt ehitustööde dokumenteerimist.</w:t>
      </w:r>
    </w:p>
    <w:p w14:paraId="7FB4FE65" w14:textId="77777777" w:rsidR="00FC718B" w:rsidRDefault="00FC718B" w:rsidP="003D30BF">
      <w:pPr>
        <w:numPr>
          <w:ilvl w:val="1"/>
          <w:numId w:val="9"/>
        </w:numPr>
        <w:jc w:val="both"/>
      </w:pPr>
      <w:r w:rsidRPr="0091069E">
        <w:t xml:space="preserve">Vastutada ehitusplatsi, seal toimuva ehitustöö ja sellega kaasneda võivate kõrvalmõjude eest ümbritsevale keskkonnale, välja arvatud osas, mis on lepinguga üle antud projekteerijale, </w:t>
      </w:r>
      <w:r>
        <w:t>e</w:t>
      </w:r>
      <w:r w:rsidRPr="0091069E">
        <w:t xml:space="preserve">hitustöövõtjale ja </w:t>
      </w:r>
      <w:r>
        <w:t>k</w:t>
      </w:r>
      <w:r w:rsidRPr="0091069E">
        <w:t>äsundisaajale.</w:t>
      </w:r>
    </w:p>
    <w:p w14:paraId="5D906C0A" w14:textId="77777777" w:rsidR="00FC718B" w:rsidRDefault="00FC718B" w:rsidP="003D30BF">
      <w:pPr>
        <w:numPr>
          <w:ilvl w:val="1"/>
          <w:numId w:val="9"/>
        </w:numPr>
        <w:jc w:val="both"/>
      </w:pPr>
      <w:r w:rsidRPr="0091069E">
        <w:t xml:space="preserve">Esitada kolmandale osapoolele, s.h </w:t>
      </w:r>
      <w:r>
        <w:t>e</w:t>
      </w:r>
      <w:r w:rsidRPr="0091069E">
        <w:t xml:space="preserve">hitustöövõtjale ja projekteerijale </w:t>
      </w:r>
      <w:r>
        <w:t>k</w:t>
      </w:r>
      <w:r w:rsidRPr="0091069E">
        <w:t xml:space="preserve">äsundisaaja andmed ja kohustuste loetelu. Vastuolude puhul </w:t>
      </w:r>
      <w:r>
        <w:t>k</w:t>
      </w:r>
      <w:r w:rsidRPr="0091069E">
        <w:t xml:space="preserve">äsundisaajaga sõlmitud </w:t>
      </w:r>
      <w:r>
        <w:t>lepingu tingimuste ja ehitustööde</w:t>
      </w:r>
      <w:r w:rsidRPr="0091069E">
        <w:t xml:space="preserve"> töövõtulepingu ning </w:t>
      </w:r>
      <w:r>
        <w:t>p</w:t>
      </w:r>
      <w:r w:rsidRPr="0091069E">
        <w:t xml:space="preserve">rojekteerimislepingu tingimuste vahel vastutab tagajärgede eest </w:t>
      </w:r>
      <w:r>
        <w:t>k</w:t>
      </w:r>
      <w:r w:rsidRPr="0091069E">
        <w:t>äsundiandja.</w:t>
      </w:r>
    </w:p>
    <w:p w14:paraId="088DA583" w14:textId="77777777" w:rsidR="00FC718B" w:rsidRPr="0063405A" w:rsidRDefault="00FC718B" w:rsidP="003D30BF">
      <w:pPr>
        <w:numPr>
          <w:ilvl w:val="1"/>
          <w:numId w:val="9"/>
        </w:numPr>
        <w:jc w:val="both"/>
      </w:pPr>
      <w:r>
        <w:t>Hüvitada k</w:t>
      </w:r>
      <w:r w:rsidRPr="0091069E">
        <w:t>äsundisaajale kulud, mida viimane on kandnud või kannab seoses nimetatud töödega, juhul, kui mingil põhjusel peatatakse kokkulepitud tööde teostamine.</w:t>
      </w:r>
    </w:p>
    <w:p w14:paraId="3D1338F4" w14:textId="77777777" w:rsidR="00FC718B" w:rsidRPr="0063405A" w:rsidRDefault="00FC718B" w:rsidP="001A4910">
      <w:pPr>
        <w:numPr>
          <w:ilvl w:val="0"/>
          <w:numId w:val="9"/>
        </w:numPr>
        <w:spacing w:before="240" w:after="120"/>
        <w:jc w:val="both"/>
        <w:rPr>
          <w:b/>
        </w:rPr>
      </w:pPr>
      <w:r w:rsidRPr="00850455">
        <w:rPr>
          <w:b/>
          <w:color w:val="000000"/>
        </w:rPr>
        <w:t>Lepingu ülesütlemine</w:t>
      </w:r>
    </w:p>
    <w:p w14:paraId="257CC27B" w14:textId="77777777" w:rsidR="00FC718B" w:rsidRDefault="00FC718B" w:rsidP="003D30BF">
      <w:pPr>
        <w:numPr>
          <w:ilvl w:val="1"/>
          <w:numId w:val="9"/>
        </w:numPr>
        <w:jc w:val="both"/>
      </w:pPr>
      <w:r>
        <w:t>Käsundisaajal on õigus l</w:t>
      </w:r>
      <w:r w:rsidRPr="0091069E">
        <w:t>eping ennetähtaegselt üles öelda, kui:</w:t>
      </w:r>
    </w:p>
    <w:p w14:paraId="3E3DBA5B" w14:textId="77777777" w:rsidR="00FC718B" w:rsidRDefault="00FC718B" w:rsidP="003D30BF">
      <w:pPr>
        <w:numPr>
          <w:ilvl w:val="2"/>
          <w:numId w:val="9"/>
        </w:numPr>
        <w:jc w:val="both"/>
      </w:pPr>
      <w:r>
        <w:t>käsundiandja rikub l</w:t>
      </w:r>
      <w:r w:rsidRPr="0091069E">
        <w:t>epinguga võetud kohustusi;</w:t>
      </w:r>
    </w:p>
    <w:p w14:paraId="61230E72" w14:textId="77777777" w:rsidR="00FC718B" w:rsidRDefault="00FC718B" w:rsidP="003D30BF">
      <w:pPr>
        <w:numPr>
          <w:ilvl w:val="2"/>
          <w:numId w:val="9"/>
        </w:numPr>
        <w:jc w:val="both"/>
      </w:pPr>
      <w:r>
        <w:t>k</w:t>
      </w:r>
      <w:r w:rsidRPr="0091069E">
        <w:t>äsundiandja lõpetab oma tegevuse või osutub maksujõuetuks;</w:t>
      </w:r>
    </w:p>
    <w:p w14:paraId="18EE2001" w14:textId="77777777" w:rsidR="00FC718B" w:rsidRDefault="00FC718B" w:rsidP="003D30BF">
      <w:pPr>
        <w:numPr>
          <w:ilvl w:val="2"/>
          <w:numId w:val="9"/>
        </w:numPr>
        <w:jc w:val="both"/>
      </w:pPr>
      <w:r>
        <w:t>k</w:t>
      </w:r>
      <w:r w:rsidRPr="0091069E">
        <w:t>äsundiandja ei täida kirjalik</w:t>
      </w:r>
      <w:r>
        <w:t>ust meeldetuletusest hoolimata l</w:t>
      </w:r>
      <w:r w:rsidRPr="0091069E">
        <w:t>epinguga sätestatud maksekohustusi;</w:t>
      </w:r>
    </w:p>
    <w:p w14:paraId="024E921F" w14:textId="77777777" w:rsidR="00FC718B" w:rsidRDefault="00FC718B" w:rsidP="003D30BF">
      <w:pPr>
        <w:numPr>
          <w:ilvl w:val="2"/>
          <w:numId w:val="9"/>
        </w:numPr>
        <w:jc w:val="both"/>
      </w:pPr>
      <w:r w:rsidRPr="0091069E">
        <w:t>ilmnevad asjaolud, millede mõjul omanikujärelevalve</w:t>
      </w:r>
      <w:r>
        <w:t>teenuse tegemisel ei saavutata l</w:t>
      </w:r>
      <w:r w:rsidRPr="0091069E">
        <w:t>epingus ettenähtud tulemust.</w:t>
      </w:r>
    </w:p>
    <w:p w14:paraId="1B4854E1" w14:textId="77777777" w:rsidR="00FC718B" w:rsidRDefault="00FC718B" w:rsidP="003D30BF">
      <w:pPr>
        <w:numPr>
          <w:ilvl w:val="1"/>
          <w:numId w:val="9"/>
        </w:numPr>
        <w:jc w:val="both"/>
      </w:pPr>
      <w:r>
        <w:t>Käsundiandjal on õigus l</w:t>
      </w:r>
      <w:r w:rsidRPr="0091069E">
        <w:t>eping ennetähtaegselt üles öelda, kui:</w:t>
      </w:r>
    </w:p>
    <w:p w14:paraId="40ECF643" w14:textId="77777777" w:rsidR="00FC718B" w:rsidRDefault="00FC718B" w:rsidP="003D30BF">
      <w:pPr>
        <w:numPr>
          <w:ilvl w:val="2"/>
          <w:numId w:val="9"/>
        </w:numPr>
        <w:jc w:val="both"/>
      </w:pPr>
      <w:r w:rsidRPr="0091069E">
        <w:t>i</w:t>
      </w:r>
      <w:r>
        <w:t>lmnevad asjaolud, mis muudavad e</w:t>
      </w:r>
      <w:r w:rsidRPr="0091069E">
        <w:t>hitustöö jätkamise võimatuks;</w:t>
      </w:r>
    </w:p>
    <w:p w14:paraId="5DB02D7F" w14:textId="77777777" w:rsidR="00FC718B" w:rsidRDefault="00FC718B" w:rsidP="003D30BF">
      <w:pPr>
        <w:numPr>
          <w:ilvl w:val="2"/>
          <w:numId w:val="9"/>
        </w:numPr>
        <w:jc w:val="both"/>
      </w:pPr>
      <w:r>
        <w:t>k</w:t>
      </w:r>
      <w:r w:rsidRPr="0091069E">
        <w:t>äsundiandja lõpetab oma tegevuse;</w:t>
      </w:r>
    </w:p>
    <w:p w14:paraId="4ACE5414" w14:textId="77777777" w:rsidR="00FC718B" w:rsidRDefault="00FC718B" w:rsidP="003D30BF">
      <w:pPr>
        <w:numPr>
          <w:ilvl w:val="2"/>
          <w:numId w:val="9"/>
        </w:numPr>
        <w:jc w:val="both"/>
      </w:pPr>
      <w:r>
        <w:t>k</w:t>
      </w:r>
      <w:r w:rsidRPr="0091069E">
        <w:t xml:space="preserve">äsundisaaja lõpetab oma tegevuse, kuulutatakse pankrotisolevaks või </w:t>
      </w:r>
      <w:r>
        <w:t>on tõestatud, et ta ei tegutse l</w:t>
      </w:r>
      <w:r w:rsidRPr="0091069E">
        <w:t>epingu täitmisel sõltumatult ja era</w:t>
      </w:r>
      <w:r>
        <w:t>pooletult k</w:t>
      </w:r>
      <w:r w:rsidRPr="0091069E">
        <w:t>äsundiandja huve ja eesmärke esindades;</w:t>
      </w:r>
    </w:p>
    <w:p w14:paraId="687C4F2A" w14:textId="77777777" w:rsidR="00E054FF" w:rsidRPr="0068465B" w:rsidRDefault="00FC718B" w:rsidP="003D30BF">
      <w:pPr>
        <w:numPr>
          <w:ilvl w:val="2"/>
          <w:numId w:val="9"/>
        </w:numPr>
        <w:jc w:val="both"/>
      </w:pPr>
      <w:r>
        <w:t>vaatamata k</w:t>
      </w:r>
      <w:r w:rsidRPr="0091069E">
        <w:t>äsundiandja kirjali</w:t>
      </w:r>
      <w:r>
        <w:t>kule meeldetuletusele ei suuda k</w:t>
      </w:r>
      <w:r w:rsidRPr="0091069E">
        <w:t>äsundisaaja täita temale lepinguga pandud kohustusi.</w:t>
      </w:r>
    </w:p>
    <w:p w14:paraId="03F5FE8A" w14:textId="77777777" w:rsidR="00FC718B" w:rsidRPr="0068465B" w:rsidRDefault="00FC718B" w:rsidP="001A4910">
      <w:pPr>
        <w:numPr>
          <w:ilvl w:val="0"/>
          <w:numId w:val="9"/>
        </w:numPr>
        <w:spacing w:before="240" w:after="120"/>
        <w:jc w:val="both"/>
        <w:rPr>
          <w:b/>
        </w:rPr>
      </w:pPr>
      <w:r w:rsidRPr="00D16EFE">
        <w:rPr>
          <w:b/>
          <w:color w:val="000000"/>
        </w:rPr>
        <w:t>Poolte volitatud esindajad</w:t>
      </w:r>
    </w:p>
    <w:p w14:paraId="0F32A66A" w14:textId="77777777" w:rsidR="00FC718B" w:rsidRDefault="00FC718B" w:rsidP="003D30BF">
      <w:pPr>
        <w:numPr>
          <w:ilvl w:val="1"/>
          <w:numId w:val="9"/>
        </w:numPr>
        <w:jc w:val="both"/>
      </w:pPr>
      <w:r w:rsidRPr="0091069E">
        <w:t xml:space="preserve">Lepingu täitmise ajaks määravad </w:t>
      </w:r>
      <w:r>
        <w:t>k</w:t>
      </w:r>
      <w:r w:rsidRPr="0091069E">
        <w:t xml:space="preserve">äsundiandja ja </w:t>
      </w:r>
      <w:r>
        <w:t>k</w:t>
      </w:r>
      <w:r w:rsidRPr="0091069E">
        <w:t>äsundisaaja ehitusplatsile oma täievolilis</w:t>
      </w:r>
      <w:r>
        <w:t>e esindaja, kes on kompetentne l</w:t>
      </w:r>
      <w:r w:rsidRPr="0091069E">
        <w:t xml:space="preserve">epingus kirjeldatud tööde osas ja kellega teine </w:t>
      </w:r>
      <w:r>
        <w:t>p</w:t>
      </w:r>
      <w:r w:rsidRPr="0091069E">
        <w:t xml:space="preserve">ool või tema volitatud esindaja saab lahendada kõik probleemid seoses </w:t>
      </w:r>
      <w:r>
        <w:t>l</w:t>
      </w:r>
      <w:r w:rsidRPr="0091069E">
        <w:t>epingu täitmisega.</w:t>
      </w:r>
    </w:p>
    <w:p w14:paraId="2526DF6A" w14:textId="77777777" w:rsidR="005F4262" w:rsidRDefault="00FC718B" w:rsidP="003D30BF">
      <w:pPr>
        <w:numPr>
          <w:ilvl w:val="1"/>
          <w:numId w:val="9"/>
        </w:numPr>
        <w:jc w:val="both"/>
      </w:pPr>
      <w:r w:rsidRPr="0091069E">
        <w:t>Käsundiandja volitatud esindaja</w:t>
      </w:r>
      <w:r w:rsidR="005F4262">
        <w:t>d</w:t>
      </w:r>
      <w:r w:rsidRPr="0091069E">
        <w:t>:</w:t>
      </w:r>
    </w:p>
    <w:p w14:paraId="5F55B41B" w14:textId="77777777" w:rsidR="00FC718B" w:rsidRPr="005F4262" w:rsidRDefault="005F4262" w:rsidP="005F4262">
      <w:pPr>
        <w:numPr>
          <w:ilvl w:val="2"/>
          <w:numId w:val="9"/>
        </w:numPr>
        <w:jc w:val="both"/>
      </w:pPr>
      <w:r>
        <w:rPr>
          <w:szCs w:val="18"/>
        </w:rPr>
        <w:t>ehitusspetsialist</w:t>
      </w:r>
      <w:r w:rsidR="00FC718B" w:rsidRPr="0068465B">
        <w:rPr>
          <w:szCs w:val="18"/>
        </w:rPr>
        <w:t xml:space="preserve"> </w:t>
      </w:r>
      <w:r>
        <w:rPr>
          <w:szCs w:val="18"/>
        </w:rPr>
        <w:t>Jüri Orlov,</w:t>
      </w:r>
      <w:r w:rsidR="00FC718B" w:rsidRPr="0068465B">
        <w:rPr>
          <w:szCs w:val="18"/>
        </w:rPr>
        <w:t xml:space="preserve"> tel. nr. </w:t>
      </w:r>
      <w:r>
        <w:rPr>
          <w:szCs w:val="18"/>
        </w:rPr>
        <w:t>5216263</w:t>
      </w:r>
      <w:r w:rsidR="00FC718B" w:rsidRPr="0068465B">
        <w:rPr>
          <w:szCs w:val="18"/>
        </w:rPr>
        <w:t xml:space="preserve">, e-mail </w:t>
      </w:r>
      <w:hyperlink r:id="rId8" w:history="1">
        <w:r w:rsidRPr="00D24CB2">
          <w:rPr>
            <w:rStyle w:val="Hperlink"/>
            <w:szCs w:val="18"/>
          </w:rPr>
          <w:t>jyri.orlov@rmk.ee</w:t>
        </w:r>
      </w:hyperlink>
      <w:r w:rsidR="00FC718B" w:rsidRPr="0068465B">
        <w:rPr>
          <w:szCs w:val="18"/>
        </w:rPr>
        <w:t>;</w:t>
      </w:r>
    </w:p>
    <w:p w14:paraId="75EB5E66" w14:textId="77777777" w:rsidR="005F4262" w:rsidRPr="0068465B" w:rsidRDefault="005F4262" w:rsidP="005F4262">
      <w:pPr>
        <w:numPr>
          <w:ilvl w:val="2"/>
          <w:numId w:val="9"/>
        </w:numPr>
        <w:jc w:val="both"/>
      </w:pPr>
      <w:r>
        <w:rPr>
          <w:szCs w:val="18"/>
        </w:rPr>
        <w:t>remondi- ja hooldusspetsialist Aarne Pupart, tel nr 5041376, e-mail aarne.pupart@rmk.ee.</w:t>
      </w:r>
    </w:p>
    <w:p w14:paraId="61917327" w14:textId="7E282AD9" w:rsidR="00FC718B" w:rsidRPr="0068465B" w:rsidRDefault="00FC718B" w:rsidP="003D30BF">
      <w:pPr>
        <w:numPr>
          <w:ilvl w:val="1"/>
          <w:numId w:val="9"/>
        </w:numPr>
        <w:jc w:val="both"/>
      </w:pPr>
      <w:r w:rsidRPr="0091069E">
        <w:t>Käsundisaaja volitatud esindaja:</w:t>
      </w:r>
      <w:r w:rsidR="0012413E">
        <w:t xml:space="preserve"> projektijuht Algis Saar</w:t>
      </w:r>
      <w:r w:rsidRPr="0068465B">
        <w:rPr>
          <w:szCs w:val="18"/>
        </w:rPr>
        <w:t xml:space="preserve"> tel. nr. </w:t>
      </w:r>
      <w:r w:rsidR="0012413E">
        <w:rPr>
          <w:szCs w:val="18"/>
        </w:rPr>
        <w:t>5067528</w:t>
      </w:r>
      <w:r w:rsidRPr="0068465B">
        <w:rPr>
          <w:szCs w:val="18"/>
        </w:rPr>
        <w:t>, e-mail</w:t>
      </w:r>
      <w:r w:rsidR="0012413E">
        <w:rPr>
          <w:szCs w:val="18"/>
        </w:rPr>
        <w:t>: algis.saar@infragate.ee</w:t>
      </w:r>
      <w:r w:rsidR="00E054FF" w:rsidRPr="0068465B">
        <w:rPr>
          <w:szCs w:val="18"/>
        </w:rPr>
        <w:t>.</w:t>
      </w:r>
    </w:p>
    <w:p w14:paraId="23FB8200" w14:textId="77777777" w:rsidR="001D6116" w:rsidRDefault="001D6116" w:rsidP="001A4910">
      <w:pPr>
        <w:pStyle w:val="Loendilik"/>
        <w:numPr>
          <w:ilvl w:val="0"/>
          <w:numId w:val="9"/>
        </w:numPr>
        <w:spacing w:before="240" w:after="120"/>
        <w:jc w:val="both"/>
        <w:rPr>
          <w:b/>
        </w:rPr>
      </w:pPr>
      <w:r w:rsidRPr="001D6116">
        <w:rPr>
          <w:b/>
        </w:rPr>
        <w:t xml:space="preserve">Teadete edastamine </w:t>
      </w:r>
    </w:p>
    <w:p w14:paraId="02B703E2" w14:textId="77777777" w:rsidR="001D6116" w:rsidRDefault="001D6116" w:rsidP="001D6116">
      <w:pPr>
        <w:pStyle w:val="Loendilik"/>
        <w:numPr>
          <w:ilvl w:val="1"/>
          <w:numId w:val="9"/>
        </w:numPr>
        <w:jc w:val="both"/>
      </w:pPr>
      <w:r w:rsidRPr="001D6116">
        <w:t>Lepinguga seotud teated edastatakse telefoni teel või e-kirja teel poole lepingus märgitud e-posti aadressile. Aadressi muutusest on pool kohustatud koheselt informeerima teist poolt.</w:t>
      </w:r>
    </w:p>
    <w:p w14:paraId="421CAC53" w14:textId="77777777" w:rsidR="001D6116" w:rsidRDefault="001D6116" w:rsidP="001D6116">
      <w:pPr>
        <w:pStyle w:val="Loendilik"/>
        <w:numPr>
          <w:ilvl w:val="1"/>
          <w:numId w:val="9"/>
        </w:numPr>
        <w:jc w:val="both"/>
      </w:pPr>
      <w:r w:rsidRPr="001D6116">
        <w:t>E-kirja teel edastatud teated peetakse kättesaaduks alates teate edastamisele järgnevast tööpäevast.</w:t>
      </w:r>
    </w:p>
    <w:p w14:paraId="610BC0F9" w14:textId="77777777" w:rsidR="001D6116" w:rsidRPr="001D6116" w:rsidRDefault="001D6116" w:rsidP="001D6116">
      <w:pPr>
        <w:pStyle w:val="Loendilik"/>
        <w:numPr>
          <w:ilvl w:val="1"/>
          <w:numId w:val="9"/>
        </w:numPr>
        <w:jc w:val="both"/>
      </w:pPr>
      <w:r w:rsidRPr="001D6116">
        <w:t>Lepingust taganemise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1AF6F29E" w14:textId="77777777" w:rsidR="00FC718B" w:rsidRPr="0068465B" w:rsidRDefault="00FC718B" w:rsidP="001A4910">
      <w:pPr>
        <w:numPr>
          <w:ilvl w:val="0"/>
          <w:numId w:val="9"/>
        </w:numPr>
        <w:spacing w:before="240" w:after="120"/>
        <w:jc w:val="both"/>
        <w:rPr>
          <w:b/>
        </w:rPr>
      </w:pPr>
      <w:r w:rsidRPr="007111CF">
        <w:rPr>
          <w:b/>
          <w:color w:val="000000"/>
        </w:rPr>
        <w:t>Lõppsätted</w:t>
      </w:r>
    </w:p>
    <w:p w14:paraId="0EC648EE" w14:textId="77777777" w:rsidR="00FC718B" w:rsidRPr="0068465B" w:rsidRDefault="00FC718B" w:rsidP="003D30BF">
      <w:pPr>
        <w:numPr>
          <w:ilvl w:val="1"/>
          <w:numId w:val="9"/>
        </w:numPr>
        <w:jc w:val="both"/>
      </w:pPr>
      <w:r w:rsidRPr="0068465B">
        <w:rPr>
          <w:bCs/>
        </w:rPr>
        <w:t>Kõik Lepingu muudatused jõustuvad pärast nende allakirjutamist mõlema poole poolt al</w:t>
      </w:r>
      <w:r w:rsidRPr="0068465B">
        <w:rPr>
          <w:bCs/>
        </w:rPr>
        <w:softHyphen/>
        <w:t>lakirjutamise momendist või poolte poolt kirjalikult määratud tähtajal.</w:t>
      </w:r>
    </w:p>
    <w:p w14:paraId="67E88868" w14:textId="77777777" w:rsidR="00FC718B" w:rsidRPr="0068465B" w:rsidRDefault="00FC718B" w:rsidP="003D30BF">
      <w:pPr>
        <w:numPr>
          <w:ilvl w:val="1"/>
          <w:numId w:val="9"/>
        </w:numPr>
        <w:jc w:val="both"/>
      </w:pPr>
      <w:r w:rsidRPr="0068465B">
        <w:rPr>
          <w:bCs/>
        </w:rPr>
        <w:t>Lepinguga seonduvaid eriarvamusi ja vaidlusi lahendavad pooled eelkõige läbirääkimiste teel. Kui lepingust tulenevaid vaidlusi ei õnnestu lahendada</w:t>
      </w:r>
      <w:r w:rsidR="00715729">
        <w:rPr>
          <w:bCs/>
        </w:rPr>
        <w:t xml:space="preserve"> poolte läbirääkimistega, lahen</w:t>
      </w:r>
      <w:r w:rsidRPr="0068465B">
        <w:rPr>
          <w:bCs/>
        </w:rPr>
        <w:t>datakse vaidlus kostja asukohajärgses kohtus.</w:t>
      </w:r>
    </w:p>
    <w:p w14:paraId="5EC5F597" w14:textId="77777777" w:rsidR="00FC718B" w:rsidRDefault="00FC718B" w:rsidP="003D30BF">
      <w:pPr>
        <w:jc w:val="both"/>
        <w:rPr>
          <w:b/>
        </w:rPr>
      </w:pPr>
    </w:p>
    <w:p w14:paraId="6B6B8CB3" w14:textId="77777777" w:rsidR="00D76F23" w:rsidRPr="00D76F23" w:rsidRDefault="00D76F23" w:rsidP="00D76F23">
      <w:pPr>
        <w:spacing w:before="720" w:after="240" w:line="240" w:lineRule="exact"/>
        <w:jc w:val="both"/>
        <w:rPr>
          <w:b/>
          <w:lang w:eastAsia="en-US"/>
        </w:rPr>
      </w:pPr>
      <w:r w:rsidRPr="00D76F23">
        <w:rPr>
          <w:b/>
          <w:lang w:eastAsia="en-US"/>
        </w:rPr>
        <w:t>Poolte andmed ja allkirjad</w:t>
      </w:r>
    </w:p>
    <w:tbl>
      <w:tblPr>
        <w:tblW w:w="0" w:type="auto"/>
        <w:tblInd w:w="70" w:type="dxa"/>
        <w:tblCellMar>
          <w:left w:w="70" w:type="dxa"/>
          <w:right w:w="70" w:type="dxa"/>
        </w:tblCellMar>
        <w:tblLook w:val="0000" w:firstRow="0" w:lastRow="0" w:firstColumn="0" w:lastColumn="0" w:noHBand="0" w:noVBand="0"/>
      </w:tblPr>
      <w:tblGrid>
        <w:gridCol w:w="4502"/>
        <w:gridCol w:w="4431"/>
      </w:tblGrid>
      <w:tr w:rsidR="00D76F23" w:rsidRPr="00D76F23" w14:paraId="204DB3FA" w14:textId="77777777" w:rsidTr="00867B34">
        <w:trPr>
          <w:trHeight w:val="230"/>
        </w:trPr>
        <w:tc>
          <w:tcPr>
            <w:tcW w:w="4536" w:type="dxa"/>
          </w:tcPr>
          <w:p w14:paraId="1801AFFB" w14:textId="77777777" w:rsidR="00D76F23" w:rsidRPr="00D76F23" w:rsidRDefault="00EB4F5A" w:rsidP="00D76F23">
            <w:pPr>
              <w:tabs>
                <w:tab w:val="left" w:pos="4320"/>
              </w:tabs>
              <w:jc w:val="both"/>
              <w:rPr>
                <w:b/>
                <w:lang w:eastAsia="en-US"/>
              </w:rPr>
            </w:pPr>
            <w:r>
              <w:rPr>
                <w:b/>
                <w:lang w:eastAsia="en-US"/>
              </w:rPr>
              <w:t>Käsundiandja</w:t>
            </w:r>
          </w:p>
        </w:tc>
        <w:tc>
          <w:tcPr>
            <w:tcW w:w="4464" w:type="dxa"/>
          </w:tcPr>
          <w:p w14:paraId="13C8FAE4" w14:textId="77777777" w:rsidR="00D76F23" w:rsidRPr="00D76F23" w:rsidRDefault="00EB4F5A" w:rsidP="00D76F23">
            <w:pPr>
              <w:tabs>
                <w:tab w:val="left" w:pos="4320"/>
              </w:tabs>
              <w:jc w:val="both"/>
              <w:rPr>
                <w:b/>
                <w:lang w:eastAsia="en-US"/>
              </w:rPr>
            </w:pPr>
            <w:r>
              <w:rPr>
                <w:b/>
                <w:lang w:eastAsia="en-US"/>
              </w:rPr>
              <w:t>Käsundisaaja</w:t>
            </w:r>
          </w:p>
        </w:tc>
      </w:tr>
      <w:tr w:rsidR="00D76F23" w:rsidRPr="00D76F23" w14:paraId="046B092D" w14:textId="77777777" w:rsidTr="006E7229">
        <w:trPr>
          <w:trHeight w:val="60"/>
        </w:trPr>
        <w:tc>
          <w:tcPr>
            <w:tcW w:w="4536" w:type="dxa"/>
          </w:tcPr>
          <w:p w14:paraId="5FFE4BAB" w14:textId="77777777" w:rsidR="00D76F23" w:rsidRPr="00D76F23" w:rsidRDefault="00D76F23" w:rsidP="00D76F23">
            <w:pPr>
              <w:tabs>
                <w:tab w:val="left" w:pos="4320"/>
              </w:tabs>
              <w:jc w:val="both"/>
              <w:rPr>
                <w:lang w:eastAsia="en-US"/>
              </w:rPr>
            </w:pPr>
            <w:r w:rsidRPr="00D76F23">
              <w:rPr>
                <w:lang w:eastAsia="en-US"/>
              </w:rPr>
              <w:t>Riigimetsa Majandamise Keskus</w:t>
            </w:r>
          </w:p>
          <w:p w14:paraId="39A9D4C2" w14:textId="77777777" w:rsidR="00AA3D4F" w:rsidRDefault="00AA3D4F" w:rsidP="00AA3D4F">
            <w:pPr>
              <w:tabs>
                <w:tab w:val="left" w:pos="4320"/>
              </w:tabs>
              <w:jc w:val="both"/>
              <w:rPr>
                <w:lang w:eastAsia="en-US"/>
              </w:rPr>
            </w:pPr>
            <w:r>
              <w:rPr>
                <w:lang w:eastAsia="en-US"/>
              </w:rPr>
              <w:t>Riigimetsa Majandamise Keskus</w:t>
            </w:r>
          </w:p>
          <w:p w14:paraId="4353F70F" w14:textId="77777777" w:rsidR="00AA3D4F" w:rsidRDefault="00AA3D4F" w:rsidP="00AA3D4F">
            <w:pPr>
              <w:tabs>
                <w:tab w:val="left" w:pos="4320"/>
              </w:tabs>
              <w:jc w:val="both"/>
              <w:rPr>
                <w:lang w:eastAsia="en-US"/>
              </w:rPr>
            </w:pPr>
            <w:r>
              <w:rPr>
                <w:lang w:eastAsia="en-US"/>
              </w:rPr>
              <w:t>Sagadi küla, 45403 Haljala vald,</w:t>
            </w:r>
          </w:p>
          <w:p w14:paraId="0739D976" w14:textId="77777777" w:rsidR="00D76F23" w:rsidRPr="00D76F23" w:rsidRDefault="00AA3D4F" w:rsidP="00AA3D4F">
            <w:pPr>
              <w:tabs>
                <w:tab w:val="left" w:pos="4320"/>
              </w:tabs>
              <w:jc w:val="both"/>
              <w:rPr>
                <w:lang w:eastAsia="en-US"/>
              </w:rPr>
            </w:pPr>
            <w:r>
              <w:rPr>
                <w:lang w:eastAsia="en-US"/>
              </w:rPr>
              <w:t>Lääne-Viru maakond</w:t>
            </w:r>
          </w:p>
          <w:p w14:paraId="515843A1" w14:textId="77777777" w:rsidR="00D76F23" w:rsidRPr="00D76F23" w:rsidRDefault="00D76F23" w:rsidP="00D76F23">
            <w:pPr>
              <w:tabs>
                <w:tab w:val="left" w:pos="4320"/>
              </w:tabs>
              <w:jc w:val="both"/>
              <w:rPr>
                <w:lang w:eastAsia="en-US"/>
              </w:rPr>
            </w:pPr>
            <w:r w:rsidRPr="00D76F23">
              <w:rPr>
                <w:lang w:eastAsia="en-US"/>
              </w:rPr>
              <w:t>Registrikood 70004459</w:t>
            </w:r>
          </w:p>
          <w:p w14:paraId="4227676E" w14:textId="77777777" w:rsidR="00D76F23" w:rsidRPr="00D76F23" w:rsidRDefault="00D76F23" w:rsidP="00D76F23">
            <w:pPr>
              <w:tabs>
                <w:tab w:val="left" w:pos="4320"/>
              </w:tabs>
              <w:jc w:val="both"/>
              <w:rPr>
                <w:lang w:eastAsia="en-US"/>
              </w:rPr>
            </w:pPr>
            <w:r w:rsidRPr="00D76F23">
              <w:rPr>
                <w:lang w:eastAsia="en-US"/>
              </w:rPr>
              <w:t>Telefon 676 7500</w:t>
            </w:r>
          </w:p>
        </w:tc>
        <w:tc>
          <w:tcPr>
            <w:tcW w:w="4464" w:type="dxa"/>
          </w:tcPr>
          <w:p w14:paraId="7CB7CF08" w14:textId="0B0676D9" w:rsidR="00D76F23" w:rsidRPr="006E7229" w:rsidRDefault="0012413E" w:rsidP="00D76F23">
            <w:pPr>
              <w:tabs>
                <w:tab w:val="left" w:pos="4320"/>
              </w:tabs>
              <w:jc w:val="both"/>
              <w:rPr>
                <w:iCs/>
                <w:lang w:eastAsia="en-US"/>
              </w:rPr>
            </w:pPr>
            <w:r>
              <w:rPr>
                <w:lang w:val="en-AU"/>
              </w:rPr>
              <w:t>AS Infragate Eesti</w:t>
            </w:r>
          </w:p>
          <w:p w14:paraId="328E7193" w14:textId="6AC3CE49" w:rsidR="00D76F23" w:rsidRPr="006E7229" w:rsidRDefault="0012413E" w:rsidP="00D76F23">
            <w:pPr>
              <w:tabs>
                <w:tab w:val="left" w:pos="4320"/>
              </w:tabs>
              <w:jc w:val="both"/>
              <w:rPr>
                <w:iCs/>
                <w:lang w:eastAsia="en-US"/>
              </w:rPr>
            </w:pPr>
            <w:proofErr w:type="spellStart"/>
            <w:r>
              <w:rPr>
                <w:lang w:val="en-AU"/>
              </w:rPr>
              <w:t>Mäealuse</w:t>
            </w:r>
            <w:proofErr w:type="spellEnd"/>
            <w:r>
              <w:rPr>
                <w:lang w:val="en-AU"/>
              </w:rPr>
              <w:t xml:space="preserve"> 2/3, 12618 Tallinn, Harju </w:t>
            </w:r>
            <w:proofErr w:type="spellStart"/>
            <w:r>
              <w:rPr>
                <w:lang w:val="en-AU"/>
              </w:rPr>
              <w:t>maakond</w:t>
            </w:r>
            <w:proofErr w:type="spellEnd"/>
          </w:p>
          <w:p w14:paraId="1DA7DE0F" w14:textId="360DD568" w:rsidR="00D76F23" w:rsidRPr="006E7229" w:rsidRDefault="00D76F23" w:rsidP="00D76F23">
            <w:pPr>
              <w:tabs>
                <w:tab w:val="left" w:pos="4320"/>
              </w:tabs>
              <w:jc w:val="both"/>
              <w:rPr>
                <w:iCs/>
                <w:lang w:eastAsia="en-US"/>
              </w:rPr>
            </w:pPr>
            <w:r w:rsidRPr="006E7229">
              <w:rPr>
                <w:szCs w:val="18"/>
                <w:lang w:eastAsia="en-US"/>
              </w:rPr>
              <w:t>Registrikood</w:t>
            </w:r>
            <w:r w:rsidR="0012413E">
              <w:rPr>
                <w:szCs w:val="18"/>
                <w:lang w:eastAsia="en-US"/>
              </w:rPr>
              <w:t xml:space="preserve"> 1</w:t>
            </w:r>
            <w:r w:rsidR="0012413E" w:rsidRPr="0012413E">
              <w:rPr>
                <w:szCs w:val="18"/>
                <w:lang w:eastAsia="en-US"/>
              </w:rPr>
              <w:t>0845129</w:t>
            </w:r>
          </w:p>
          <w:p w14:paraId="4BFEAE21" w14:textId="485724D0" w:rsidR="00D76F23" w:rsidRPr="00D76F23" w:rsidRDefault="00D76F23" w:rsidP="00D76F23">
            <w:pPr>
              <w:tabs>
                <w:tab w:val="left" w:pos="4320"/>
              </w:tabs>
              <w:jc w:val="both"/>
              <w:rPr>
                <w:iCs/>
                <w:lang w:eastAsia="en-US"/>
              </w:rPr>
            </w:pPr>
            <w:r w:rsidRPr="006E7229">
              <w:rPr>
                <w:szCs w:val="18"/>
                <w:lang w:eastAsia="en-US"/>
              </w:rPr>
              <w:t xml:space="preserve">Telefon </w:t>
            </w:r>
            <w:r w:rsidR="0012413E">
              <w:rPr>
                <w:szCs w:val="18"/>
                <w:lang w:eastAsia="en-US"/>
              </w:rPr>
              <w:t>+372 6267777</w:t>
            </w:r>
          </w:p>
        </w:tc>
      </w:tr>
      <w:tr w:rsidR="00D76F23" w:rsidRPr="00D76F23" w14:paraId="3AA4989D" w14:textId="77777777" w:rsidTr="00867B34">
        <w:trPr>
          <w:trHeight w:val="1097"/>
        </w:trPr>
        <w:tc>
          <w:tcPr>
            <w:tcW w:w="4536" w:type="dxa"/>
            <w:vAlign w:val="bottom"/>
          </w:tcPr>
          <w:p w14:paraId="194BA704" w14:textId="77777777" w:rsidR="00263DA6" w:rsidRPr="00D76F23" w:rsidRDefault="00D76F23" w:rsidP="00715729">
            <w:pPr>
              <w:tabs>
                <w:tab w:val="left" w:pos="4320"/>
              </w:tabs>
              <w:spacing w:after="360"/>
              <w:rPr>
                <w:lang w:eastAsia="en-US"/>
              </w:rPr>
            </w:pPr>
            <w:r w:rsidRPr="00D76F23">
              <w:rPr>
                <w:lang w:eastAsia="en-US"/>
              </w:rPr>
              <w:t>(allkirjastatud digitaalselt)</w:t>
            </w:r>
          </w:p>
        </w:tc>
        <w:tc>
          <w:tcPr>
            <w:tcW w:w="4464" w:type="dxa"/>
            <w:vAlign w:val="bottom"/>
          </w:tcPr>
          <w:p w14:paraId="0653099E" w14:textId="77777777" w:rsidR="00263DA6" w:rsidRPr="00715729" w:rsidRDefault="00D76F23" w:rsidP="00715729">
            <w:pPr>
              <w:tabs>
                <w:tab w:val="left" w:pos="4320"/>
              </w:tabs>
              <w:spacing w:after="360"/>
              <w:rPr>
                <w:lang w:eastAsia="en-US"/>
              </w:rPr>
            </w:pPr>
            <w:r w:rsidRPr="00D76F23">
              <w:rPr>
                <w:lang w:eastAsia="en-US"/>
              </w:rPr>
              <w:t>(allkirjastatud digitaalselt)</w:t>
            </w:r>
          </w:p>
        </w:tc>
      </w:tr>
    </w:tbl>
    <w:p w14:paraId="577F8AF0" w14:textId="77777777" w:rsidR="0044482F" w:rsidRPr="0091069E" w:rsidRDefault="0044482F" w:rsidP="0044482F">
      <w:pPr>
        <w:spacing w:before="240" w:after="240"/>
        <w:jc w:val="both"/>
        <w:rPr>
          <w:b/>
        </w:rPr>
      </w:pPr>
    </w:p>
    <w:sectPr w:rsidR="0044482F" w:rsidRPr="0091069E" w:rsidSect="00AC7420">
      <w:headerReference w:type="default" r:id="rId9"/>
      <w:pgSz w:w="11909" w:h="16834" w:code="9"/>
      <w:pgMar w:top="1304" w:right="1109" w:bottom="1191" w:left="1797"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CB5964" w14:textId="77777777" w:rsidR="005F4262" w:rsidRDefault="005F4262" w:rsidP="001B600D">
      <w:r>
        <w:separator/>
      </w:r>
    </w:p>
  </w:endnote>
  <w:endnote w:type="continuationSeparator" w:id="0">
    <w:p w14:paraId="30A7F2E8" w14:textId="77777777" w:rsidR="005F4262" w:rsidRDefault="005F4262" w:rsidP="001B6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0002AFF" w:usb1="4000ACFF" w:usb2="00000001" w:usb3="00000000" w:csb0="000001F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D80517" w14:textId="77777777" w:rsidR="005F4262" w:rsidRDefault="005F4262" w:rsidP="001B600D">
      <w:r>
        <w:separator/>
      </w:r>
    </w:p>
  </w:footnote>
  <w:footnote w:type="continuationSeparator" w:id="0">
    <w:p w14:paraId="2125C2F1" w14:textId="77777777" w:rsidR="005F4262" w:rsidRDefault="005F4262" w:rsidP="001B60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6F392" w14:textId="206C6592" w:rsidR="00AC7420" w:rsidRDefault="00AC7420">
    <w:pPr>
      <w:pStyle w:val="Pis"/>
      <w:jc w:val="center"/>
    </w:pPr>
    <w:r>
      <w:fldChar w:fldCharType="begin"/>
    </w:r>
    <w:r>
      <w:instrText>PAGE   \* MERGEFORMAT</w:instrText>
    </w:r>
    <w:r>
      <w:fldChar w:fldCharType="separate"/>
    </w:r>
    <w:r w:rsidR="00D80BA8">
      <w:rPr>
        <w:noProof/>
      </w:rPr>
      <w:t>4</w:t>
    </w:r>
    <w:r>
      <w:fldChar w:fldCharType="end"/>
    </w:r>
  </w:p>
  <w:p w14:paraId="367AF6B7" w14:textId="77777777" w:rsidR="00811211" w:rsidRDefault="00811211">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86E93"/>
    <w:multiLevelType w:val="multilevel"/>
    <w:tmpl w:val="AE940C90"/>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2F7269"/>
    <w:multiLevelType w:val="hybridMultilevel"/>
    <w:tmpl w:val="603A0A32"/>
    <w:lvl w:ilvl="0" w:tplc="2946EAD4">
      <w:start w:val="8"/>
      <w:numFmt w:val="decimal"/>
      <w:lvlText w:val="%1."/>
      <w:lvlJc w:val="left"/>
      <w:pPr>
        <w:ind w:left="720" w:hanging="360"/>
      </w:pPr>
      <w:rPr>
        <w:rFonts w:hint="default"/>
        <w:b/>
        <w:u w:val="singl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EA62E16"/>
    <w:multiLevelType w:val="hybridMultilevel"/>
    <w:tmpl w:val="E18663C8"/>
    <w:lvl w:ilvl="0" w:tplc="D194CC72">
      <w:start w:val="1"/>
      <w:numFmt w:val="lowerLetter"/>
      <w:lvlText w:val="%1)"/>
      <w:lvlJc w:val="left"/>
      <w:pPr>
        <w:tabs>
          <w:tab w:val="num" w:pos="600"/>
        </w:tabs>
        <w:ind w:left="600" w:hanging="36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3" w15:restartNumberingAfterBreak="0">
    <w:nsid w:val="0EF15B32"/>
    <w:multiLevelType w:val="singleLevel"/>
    <w:tmpl w:val="4EF211F6"/>
    <w:lvl w:ilvl="0">
      <w:start w:val="2"/>
      <w:numFmt w:val="bullet"/>
      <w:lvlText w:val="-"/>
      <w:lvlJc w:val="left"/>
      <w:pPr>
        <w:tabs>
          <w:tab w:val="num" w:pos="360"/>
        </w:tabs>
        <w:ind w:left="360" w:hanging="360"/>
      </w:pPr>
      <w:rPr>
        <w:rFonts w:hint="default"/>
      </w:rPr>
    </w:lvl>
  </w:abstractNum>
  <w:abstractNum w:abstractNumId="4" w15:restartNumberingAfterBreak="0">
    <w:nsid w:val="155B7A2C"/>
    <w:multiLevelType w:val="singleLevel"/>
    <w:tmpl w:val="98F2F18C"/>
    <w:lvl w:ilvl="0">
      <w:start w:val="1"/>
      <w:numFmt w:val="bullet"/>
      <w:lvlText w:val="-"/>
      <w:lvlJc w:val="left"/>
      <w:pPr>
        <w:tabs>
          <w:tab w:val="num" w:pos="360"/>
        </w:tabs>
        <w:ind w:left="360" w:hanging="360"/>
      </w:pPr>
      <w:rPr>
        <w:rFonts w:hint="default"/>
      </w:rPr>
    </w:lvl>
  </w:abstractNum>
  <w:abstractNum w:abstractNumId="5" w15:restartNumberingAfterBreak="0">
    <w:nsid w:val="188C7657"/>
    <w:multiLevelType w:val="multilevel"/>
    <w:tmpl w:val="B058A644"/>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6565852"/>
    <w:multiLevelType w:val="singleLevel"/>
    <w:tmpl w:val="F3021EE0"/>
    <w:lvl w:ilvl="0">
      <w:start w:val="1"/>
      <w:numFmt w:val="decimal"/>
      <w:lvlText w:val="%1)"/>
      <w:lvlJc w:val="left"/>
      <w:pPr>
        <w:tabs>
          <w:tab w:val="num" w:pos="1080"/>
        </w:tabs>
        <w:ind w:left="1080" w:hanging="360"/>
      </w:pPr>
      <w:rPr>
        <w:rFonts w:hint="default"/>
      </w:rPr>
    </w:lvl>
  </w:abstractNum>
  <w:abstractNum w:abstractNumId="7" w15:restartNumberingAfterBreak="0">
    <w:nsid w:val="278A212C"/>
    <w:multiLevelType w:val="multilevel"/>
    <w:tmpl w:val="B058A64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AFD54E3"/>
    <w:multiLevelType w:val="multilevel"/>
    <w:tmpl w:val="9DB80AAC"/>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E3E3090"/>
    <w:multiLevelType w:val="hybridMultilevel"/>
    <w:tmpl w:val="66B22E0E"/>
    <w:lvl w:ilvl="0" w:tplc="0425000F">
      <w:start w:val="9"/>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DED7AB1"/>
    <w:multiLevelType w:val="multilevel"/>
    <w:tmpl w:val="B45849DC"/>
    <w:lvl w:ilvl="0">
      <w:start w:val="1"/>
      <w:numFmt w:val="decimal"/>
      <w:lvlText w:val="%1."/>
      <w:lvlJc w:val="left"/>
      <w:pPr>
        <w:tabs>
          <w:tab w:val="num" w:pos="284"/>
        </w:tabs>
        <w:ind w:left="0" w:firstLine="0"/>
      </w:pPr>
      <w:rPr>
        <w:rFonts w:ascii="Times New Roman" w:hAnsi="Times New Roman" w:hint="default"/>
        <w:b/>
        <w:i w:val="0"/>
        <w:sz w:val="24"/>
      </w:rPr>
    </w:lvl>
    <w:lvl w:ilvl="1">
      <w:start w:val="1"/>
      <w:numFmt w:val="decimal"/>
      <w:isLgl/>
      <w:lvlText w:val="%1.%2."/>
      <w:lvlJc w:val="left"/>
      <w:pPr>
        <w:tabs>
          <w:tab w:val="num" w:pos="284"/>
        </w:tabs>
        <w:ind w:left="0" w:firstLine="0"/>
      </w:pPr>
      <w:rPr>
        <w:rFonts w:hint="default"/>
      </w:rPr>
    </w:lvl>
    <w:lvl w:ilvl="2">
      <w:start w:val="1"/>
      <w:numFmt w:val="decimal"/>
      <w:isLgl/>
      <w:lvlText w:val="%1.%2.%3."/>
      <w:lvlJc w:val="left"/>
      <w:pPr>
        <w:tabs>
          <w:tab w:val="num" w:pos="284"/>
        </w:tabs>
        <w:ind w:left="0" w:firstLine="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15:restartNumberingAfterBreak="0">
    <w:nsid w:val="3EAA50B4"/>
    <w:multiLevelType w:val="multilevel"/>
    <w:tmpl w:val="8676D51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47025814"/>
    <w:multiLevelType w:val="hybridMultilevel"/>
    <w:tmpl w:val="905A3F0C"/>
    <w:lvl w:ilvl="0" w:tplc="98F2F18C">
      <w:start w:val="1"/>
      <w:numFmt w:val="bullet"/>
      <w:lvlText w:val="-"/>
      <w:lvlJc w:val="left"/>
      <w:pPr>
        <w:tabs>
          <w:tab w:val="num" w:pos="420"/>
        </w:tabs>
        <w:ind w:left="420" w:hanging="360"/>
      </w:pPr>
      <w:rPr>
        <w:rFonts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477C1C9C"/>
    <w:multiLevelType w:val="multilevel"/>
    <w:tmpl w:val="8676D51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54866BE4"/>
    <w:multiLevelType w:val="multilevel"/>
    <w:tmpl w:val="B058A644"/>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5491C1C"/>
    <w:multiLevelType w:val="multilevel"/>
    <w:tmpl w:val="B058A644"/>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1E4464E"/>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62841C99"/>
    <w:multiLevelType w:val="hybridMultilevel"/>
    <w:tmpl w:val="99CA572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666F0AFA"/>
    <w:multiLevelType w:val="hybridMultilevel"/>
    <w:tmpl w:val="32648C40"/>
    <w:lvl w:ilvl="0" w:tplc="0425000F">
      <w:start w:val="6"/>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66FC0BC5"/>
    <w:multiLevelType w:val="multilevel"/>
    <w:tmpl w:val="F088418C"/>
    <w:lvl w:ilvl="0">
      <w:start w:val="3"/>
      <w:numFmt w:val="decimal"/>
      <w:lvlText w:val="%1."/>
      <w:lvlJc w:val="left"/>
      <w:pPr>
        <w:tabs>
          <w:tab w:val="num" w:pos="720"/>
        </w:tabs>
        <w:ind w:left="720" w:hanging="360"/>
      </w:pPr>
      <w:rPr>
        <w:rFonts w:hint="default"/>
        <w:b/>
        <w:u w:val="single"/>
      </w:rPr>
    </w:lvl>
    <w:lvl w:ilvl="1">
      <w:start w:val="3"/>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20" w15:restartNumberingAfterBreak="0">
    <w:nsid w:val="685D0BD1"/>
    <w:multiLevelType w:val="multilevel"/>
    <w:tmpl w:val="FB12A5E0"/>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739C7F73"/>
    <w:multiLevelType w:val="multilevel"/>
    <w:tmpl w:val="5498CC7E"/>
    <w:lvl w:ilvl="0">
      <w:start w:val="1"/>
      <w:numFmt w:val="decimal"/>
      <w:lvlText w:val="%1."/>
      <w:lvlJc w:val="left"/>
      <w:pPr>
        <w:tabs>
          <w:tab w:val="num" w:pos="851"/>
        </w:tabs>
        <w:ind w:left="567" w:hanging="567"/>
      </w:pPr>
      <w:rPr>
        <w:rFonts w:ascii="Times New Roman" w:hAnsi="Times New Roman" w:hint="default"/>
        <w:b/>
        <w:i w:val="0"/>
        <w:sz w:val="24"/>
      </w:rPr>
    </w:lvl>
    <w:lvl w:ilvl="1">
      <w:start w:val="1"/>
      <w:numFmt w:val="decimal"/>
      <w:isLgl/>
      <w:lvlText w:val="%1.%2."/>
      <w:lvlJc w:val="left"/>
      <w:pPr>
        <w:tabs>
          <w:tab w:val="num" w:pos="851"/>
        </w:tabs>
        <w:ind w:left="567" w:hanging="567"/>
      </w:pPr>
      <w:rPr>
        <w:rFonts w:hint="default"/>
      </w:rPr>
    </w:lvl>
    <w:lvl w:ilvl="2">
      <w:start w:val="1"/>
      <w:numFmt w:val="decimal"/>
      <w:isLgl/>
      <w:lvlText w:val="%1.%2.%3."/>
      <w:lvlJc w:val="left"/>
      <w:pPr>
        <w:tabs>
          <w:tab w:val="num" w:pos="851"/>
        </w:tabs>
        <w:ind w:left="567" w:hanging="567"/>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2" w15:restartNumberingAfterBreak="0">
    <w:nsid w:val="74A0790F"/>
    <w:multiLevelType w:val="multilevel"/>
    <w:tmpl w:val="4178036C"/>
    <w:lvl w:ilvl="0">
      <w:start w:val="1"/>
      <w:numFmt w:val="decimal"/>
      <w:lvlText w:val="%1."/>
      <w:lvlJc w:val="left"/>
      <w:pPr>
        <w:tabs>
          <w:tab w:val="num" w:pos="720"/>
        </w:tabs>
        <w:ind w:left="720" w:hanging="720"/>
      </w:pPr>
      <w:rPr>
        <w:rFonts w:hint="default"/>
        <w:b/>
        <w:u w:val="none"/>
      </w:rPr>
    </w:lvl>
    <w:lvl w:ilvl="1">
      <w:start w:val="1"/>
      <w:numFmt w:val="decimal"/>
      <w:isLgl/>
      <w:lvlText w:val="%1.%2."/>
      <w:lvlJc w:val="left"/>
      <w:pPr>
        <w:tabs>
          <w:tab w:val="num" w:pos="720"/>
        </w:tabs>
        <w:ind w:left="0" w:firstLine="0"/>
      </w:pPr>
      <w:rPr>
        <w:rFonts w:hint="default"/>
        <w:b w:val="0"/>
        <w:i w:val="0"/>
      </w:rPr>
    </w:lvl>
    <w:lvl w:ilvl="2">
      <w:start w:val="1"/>
      <w:numFmt w:val="decimal"/>
      <w:isLgl/>
      <w:lvlText w:val="%1.%2.%3."/>
      <w:lvlJc w:val="left"/>
      <w:pPr>
        <w:tabs>
          <w:tab w:val="num" w:pos="1080"/>
        </w:tabs>
        <w:ind w:left="1080" w:hanging="720"/>
      </w:pPr>
      <w:rPr>
        <w:rFonts w:hint="default"/>
        <w:b w:val="0"/>
        <w:i w:val="0"/>
      </w:rPr>
    </w:lvl>
    <w:lvl w:ilvl="3">
      <w:start w:val="1"/>
      <w:numFmt w:val="decimal"/>
      <w:isLgl/>
      <w:lvlText w:val="%1.%2.%3.%4."/>
      <w:lvlJc w:val="left"/>
      <w:pPr>
        <w:tabs>
          <w:tab w:val="num" w:pos="1080"/>
        </w:tabs>
        <w:ind w:left="1080" w:hanging="720"/>
      </w:pPr>
      <w:rPr>
        <w:rFonts w:hint="default"/>
        <w:b w:val="0"/>
        <w:i w:val="0"/>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23" w15:restartNumberingAfterBreak="0">
    <w:nsid w:val="7953428F"/>
    <w:multiLevelType w:val="hybridMultilevel"/>
    <w:tmpl w:val="ACB06DFE"/>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
  </w:num>
  <w:num w:numId="3">
    <w:abstractNumId w:val="20"/>
  </w:num>
  <w:num w:numId="4">
    <w:abstractNumId w:val="2"/>
  </w:num>
  <w:num w:numId="5">
    <w:abstractNumId w:val="12"/>
  </w:num>
  <w:num w:numId="6">
    <w:abstractNumId w:val="6"/>
  </w:num>
  <w:num w:numId="7">
    <w:abstractNumId w:val="23"/>
  </w:num>
  <w:num w:numId="8">
    <w:abstractNumId w:val="19"/>
  </w:num>
  <w:num w:numId="9">
    <w:abstractNumId w:val="10"/>
  </w:num>
  <w:num w:numId="10">
    <w:abstractNumId w:val="11"/>
  </w:num>
  <w:num w:numId="11">
    <w:abstractNumId w:val="13"/>
  </w:num>
  <w:num w:numId="12">
    <w:abstractNumId w:val="21"/>
  </w:num>
  <w:num w:numId="13">
    <w:abstractNumId w:val="16"/>
  </w:num>
  <w:num w:numId="14">
    <w:abstractNumId w:val="17"/>
  </w:num>
  <w:num w:numId="15">
    <w:abstractNumId w:val="22"/>
  </w:num>
  <w:num w:numId="16">
    <w:abstractNumId w:val="10"/>
    <w:lvlOverride w:ilvl="0">
      <w:lvl w:ilvl="0">
        <w:start w:val="1"/>
        <w:numFmt w:val="decimal"/>
        <w:lvlText w:val="%1."/>
        <w:lvlJc w:val="left"/>
        <w:pPr>
          <w:tabs>
            <w:tab w:val="num" w:pos="284"/>
          </w:tabs>
          <w:ind w:left="0" w:firstLine="0"/>
        </w:pPr>
        <w:rPr>
          <w:rFonts w:ascii="Times New Roman" w:hAnsi="Times New Roman" w:hint="default"/>
          <w:b/>
          <w:i w:val="0"/>
          <w:sz w:val="24"/>
        </w:rPr>
      </w:lvl>
    </w:lvlOverride>
    <w:lvlOverride w:ilvl="1">
      <w:lvl w:ilvl="1">
        <w:start w:val="1"/>
        <w:numFmt w:val="decimal"/>
        <w:isLgl/>
        <w:lvlText w:val="%1.%2."/>
        <w:lvlJc w:val="left"/>
        <w:pPr>
          <w:tabs>
            <w:tab w:val="num" w:pos="284"/>
          </w:tabs>
          <w:ind w:left="0" w:firstLine="0"/>
        </w:pPr>
        <w:rPr>
          <w:rFonts w:hint="default"/>
        </w:rPr>
      </w:lvl>
    </w:lvlOverride>
    <w:lvlOverride w:ilvl="2">
      <w:lvl w:ilvl="2">
        <w:start w:val="1"/>
        <w:numFmt w:val="decimal"/>
        <w:isLgl/>
        <w:lvlText w:val="%1.%2.%3."/>
        <w:lvlJc w:val="left"/>
        <w:pPr>
          <w:tabs>
            <w:tab w:val="num" w:pos="284"/>
          </w:tabs>
          <w:ind w:left="0" w:firstLine="0"/>
        </w:pPr>
        <w:rPr>
          <w:rFonts w:hint="default"/>
        </w:rPr>
      </w:lvl>
    </w:lvlOverride>
    <w:lvlOverride w:ilvl="3">
      <w:lvl w:ilvl="3">
        <w:start w:val="1"/>
        <w:numFmt w:val="decimal"/>
        <w:isLgl/>
        <w:lvlText w:val="%1.%2.%3.%4."/>
        <w:lvlJc w:val="left"/>
        <w:pPr>
          <w:tabs>
            <w:tab w:val="num" w:pos="1440"/>
          </w:tabs>
          <w:ind w:left="1440" w:hanging="1080"/>
        </w:pPr>
        <w:rPr>
          <w:rFonts w:hint="default"/>
        </w:rPr>
      </w:lvl>
    </w:lvlOverride>
    <w:lvlOverride w:ilvl="4">
      <w:lvl w:ilvl="4">
        <w:start w:val="1"/>
        <w:numFmt w:val="decimal"/>
        <w:isLgl/>
        <w:lvlText w:val="%1.%2.%3.%4.%5."/>
        <w:lvlJc w:val="left"/>
        <w:pPr>
          <w:tabs>
            <w:tab w:val="num" w:pos="1800"/>
          </w:tabs>
          <w:ind w:left="1800" w:hanging="1440"/>
        </w:pPr>
        <w:rPr>
          <w:rFonts w:hint="default"/>
        </w:rPr>
      </w:lvl>
    </w:lvlOverride>
    <w:lvlOverride w:ilvl="5">
      <w:lvl w:ilvl="5">
        <w:start w:val="1"/>
        <w:numFmt w:val="decimal"/>
        <w:isLgl/>
        <w:lvlText w:val="%1.%2.%3.%4.%5.%6."/>
        <w:lvlJc w:val="left"/>
        <w:pPr>
          <w:tabs>
            <w:tab w:val="num" w:pos="1800"/>
          </w:tabs>
          <w:ind w:left="1800" w:hanging="1440"/>
        </w:pPr>
        <w:rPr>
          <w:rFonts w:hint="default"/>
        </w:rPr>
      </w:lvl>
    </w:lvlOverride>
    <w:lvlOverride w:ilvl="6">
      <w:lvl w:ilvl="6">
        <w:start w:val="1"/>
        <w:numFmt w:val="decimal"/>
        <w:isLgl/>
        <w:lvlText w:val="%1.%2.%3.%4.%5.%6.%7."/>
        <w:lvlJc w:val="left"/>
        <w:pPr>
          <w:tabs>
            <w:tab w:val="num" w:pos="2160"/>
          </w:tabs>
          <w:ind w:left="2160" w:hanging="1800"/>
        </w:pPr>
        <w:rPr>
          <w:rFonts w:hint="default"/>
        </w:rPr>
      </w:lvl>
    </w:lvlOverride>
    <w:lvlOverride w:ilvl="7">
      <w:lvl w:ilvl="7">
        <w:start w:val="1"/>
        <w:numFmt w:val="decimal"/>
        <w:isLgl/>
        <w:lvlText w:val="%1.%2.%3.%4.%5.%6.%7.%8."/>
        <w:lvlJc w:val="left"/>
        <w:pPr>
          <w:tabs>
            <w:tab w:val="num" w:pos="2520"/>
          </w:tabs>
          <w:ind w:left="2520" w:hanging="2160"/>
        </w:pPr>
        <w:rPr>
          <w:rFonts w:hint="default"/>
        </w:rPr>
      </w:lvl>
    </w:lvlOverride>
    <w:lvlOverride w:ilvl="8">
      <w:lvl w:ilvl="8">
        <w:start w:val="1"/>
        <w:numFmt w:val="decimal"/>
        <w:isLgl/>
        <w:lvlText w:val="%1.%2.%3.%4.%5.%6.%7.%8.%9."/>
        <w:lvlJc w:val="left"/>
        <w:pPr>
          <w:tabs>
            <w:tab w:val="num" w:pos="2520"/>
          </w:tabs>
          <w:ind w:left="2520" w:hanging="2160"/>
        </w:pPr>
        <w:rPr>
          <w:rFonts w:hint="default"/>
        </w:rPr>
      </w:lvl>
    </w:lvlOverride>
  </w:num>
  <w:num w:numId="17">
    <w:abstractNumId w:val="14"/>
  </w:num>
  <w:num w:numId="18">
    <w:abstractNumId w:val="18"/>
  </w:num>
  <w:num w:numId="19">
    <w:abstractNumId w:val="0"/>
  </w:num>
  <w:num w:numId="20">
    <w:abstractNumId w:val="8"/>
  </w:num>
  <w:num w:numId="21">
    <w:abstractNumId w:val="1"/>
  </w:num>
  <w:num w:numId="22">
    <w:abstractNumId w:val="7"/>
  </w:num>
  <w:num w:numId="23">
    <w:abstractNumId w:val="5"/>
  </w:num>
  <w:num w:numId="24">
    <w:abstractNumId w:val="9"/>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262"/>
    <w:rsid w:val="0000331D"/>
    <w:rsid w:val="00012EA8"/>
    <w:rsid w:val="000435B4"/>
    <w:rsid w:val="0005270D"/>
    <w:rsid w:val="0006217E"/>
    <w:rsid w:val="0006393C"/>
    <w:rsid w:val="0006509D"/>
    <w:rsid w:val="00084272"/>
    <w:rsid w:val="00096AE8"/>
    <w:rsid w:val="000A4A35"/>
    <w:rsid w:val="000C02BF"/>
    <w:rsid w:val="000D17C9"/>
    <w:rsid w:val="000D4F6D"/>
    <w:rsid w:val="000F235F"/>
    <w:rsid w:val="0012413E"/>
    <w:rsid w:val="001257BD"/>
    <w:rsid w:val="00150C37"/>
    <w:rsid w:val="00163839"/>
    <w:rsid w:val="00167450"/>
    <w:rsid w:val="0019260F"/>
    <w:rsid w:val="001A4910"/>
    <w:rsid w:val="001A6F35"/>
    <w:rsid w:val="001B600D"/>
    <w:rsid w:val="001D3FC2"/>
    <w:rsid w:val="001D6116"/>
    <w:rsid w:val="001F5DF1"/>
    <w:rsid w:val="00205BCE"/>
    <w:rsid w:val="002114A9"/>
    <w:rsid w:val="00213E45"/>
    <w:rsid w:val="00225DA9"/>
    <w:rsid w:val="00241AC7"/>
    <w:rsid w:val="0025669A"/>
    <w:rsid w:val="00263DA6"/>
    <w:rsid w:val="0027209F"/>
    <w:rsid w:val="002804A4"/>
    <w:rsid w:val="00282DB8"/>
    <w:rsid w:val="00291383"/>
    <w:rsid w:val="00293862"/>
    <w:rsid w:val="002A729D"/>
    <w:rsid w:val="002C277C"/>
    <w:rsid w:val="002E06C0"/>
    <w:rsid w:val="002F140A"/>
    <w:rsid w:val="003001D6"/>
    <w:rsid w:val="003003F4"/>
    <w:rsid w:val="00336B27"/>
    <w:rsid w:val="00344D10"/>
    <w:rsid w:val="00345CB7"/>
    <w:rsid w:val="0035357D"/>
    <w:rsid w:val="00357E0D"/>
    <w:rsid w:val="00375A7C"/>
    <w:rsid w:val="003770AC"/>
    <w:rsid w:val="0038451C"/>
    <w:rsid w:val="003A0111"/>
    <w:rsid w:val="003C54FF"/>
    <w:rsid w:val="003D1E54"/>
    <w:rsid w:val="003D30BF"/>
    <w:rsid w:val="003E3B18"/>
    <w:rsid w:val="003F2F14"/>
    <w:rsid w:val="0040157F"/>
    <w:rsid w:val="0040677A"/>
    <w:rsid w:val="004140B4"/>
    <w:rsid w:val="00434E15"/>
    <w:rsid w:val="0044482F"/>
    <w:rsid w:val="00472146"/>
    <w:rsid w:val="00473EB8"/>
    <w:rsid w:val="00474584"/>
    <w:rsid w:val="00483955"/>
    <w:rsid w:val="004A6D7B"/>
    <w:rsid w:val="004B1A48"/>
    <w:rsid w:val="004B2FD0"/>
    <w:rsid w:val="004C38EA"/>
    <w:rsid w:val="00517289"/>
    <w:rsid w:val="0052453C"/>
    <w:rsid w:val="00532369"/>
    <w:rsid w:val="005427DB"/>
    <w:rsid w:val="00545C26"/>
    <w:rsid w:val="00546527"/>
    <w:rsid w:val="0054785A"/>
    <w:rsid w:val="005662E5"/>
    <w:rsid w:val="00592D02"/>
    <w:rsid w:val="005A46CF"/>
    <w:rsid w:val="005A667B"/>
    <w:rsid w:val="005E3206"/>
    <w:rsid w:val="005F4262"/>
    <w:rsid w:val="006158FA"/>
    <w:rsid w:val="0063405A"/>
    <w:rsid w:val="00642E7C"/>
    <w:rsid w:val="0065237A"/>
    <w:rsid w:val="00654966"/>
    <w:rsid w:val="0067083A"/>
    <w:rsid w:val="00671900"/>
    <w:rsid w:val="00671EAF"/>
    <w:rsid w:val="0068465B"/>
    <w:rsid w:val="006B416D"/>
    <w:rsid w:val="006B6D38"/>
    <w:rsid w:val="006C6BDB"/>
    <w:rsid w:val="006E7229"/>
    <w:rsid w:val="006F0157"/>
    <w:rsid w:val="0070621F"/>
    <w:rsid w:val="00715729"/>
    <w:rsid w:val="007270E1"/>
    <w:rsid w:val="007466DD"/>
    <w:rsid w:val="00751F66"/>
    <w:rsid w:val="007537D4"/>
    <w:rsid w:val="00755307"/>
    <w:rsid w:val="007613F4"/>
    <w:rsid w:val="007641CC"/>
    <w:rsid w:val="007678BC"/>
    <w:rsid w:val="007B39F2"/>
    <w:rsid w:val="007B6333"/>
    <w:rsid w:val="007B7110"/>
    <w:rsid w:val="007C3C1F"/>
    <w:rsid w:val="007C4C8F"/>
    <w:rsid w:val="007E2BAE"/>
    <w:rsid w:val="007E2BC1"/>
    <w:rsid w:val="007F0AF6"/>
    <w:rsid w:val="007F3562"/>
    <w:rsid w:val="00805054"/>
    <w:rsid w:val="00811211"/>
    <w:rsid w:val="00824CBA"/>
    <w:rsid w:val="00825249"/>
    <w:rsid w:val="00844C90"/>
    <w:rsid w:val="00846D33"/>
    <w:rsid w:val="00853A0D"/>
    <w:rsid w:val="00857C6C"/>
    <w:rsid w:val="00872E3B"/>
    <w:rsid w:val="008774B1"/>
    <w:rsid w:val="008A1C33"/>
    <w:rsid w:val="008A5A90"/>
    <w:rsid w:val="008B72F1"/>
    <w:rsid w:val="008C7744"/>
    <w:rsid w:val="008E4FA3"/>
    <w:rsid w:val="008F0B72"/>
    <w:rsid w:val="008F76D0"/>
    <w:rsid w:val="0091069E"/>
    <w:rsid w:val="00917C3E"/>
    <w:rsid w:val="009223F6"/>
    <w:rsid w:val="00942AFC"/>
    <w:rsid w:val="00944A0C"/>
    <w:rsid w:val="009663EA"/>
    <w:rsid w:val="00990625"/>
    <w:rsid w:val="00992C4C"/>
    <w:rsid w:val="009A417F"/>
    <w:rsid w:val="009B61B4"/>
    <w:rsid w:val="009C1300"/>
    <w:rsid w:val="009C24FF"/>
    <w:rsid w:val="009C7786"/>
    <w:rsid w:val="009E1F8E"/>
    <w:rsid w:val="009E382F"/>
    <w:rsid w:val="00A1592F"/>
    <w:rsid w:val="00A16694"/>
    <w:rsid w:val="00A26C86"/>
    <w:rsid w:val="00A35A45"/>
    <w:rsid w:val="00A51261"/>
    <w:rsid w:val="00A52458"/>
    <w:rsid w:val="00A52EB4"/>
    <w:rsid w:val="00A77431"/>
    <w:rsid w:val="00AA36B0"/>
    <w:rsid w:val="00AA3D4F"/>
    <w:rsid w:val="00AA5341"/>
    <w:rsid w:val="00AB0003"/>
    <w:rsid w:val="00AB3F10"/>
    <w:rsid w:val="00AC7420"/>
    <w:rsid w:val="00AD0E27"/>
    <w:rsid w:val="00AD4873"/>
    <w:rsid w:val="00B054F4"/>
    <w:rsid w:val="00B24E73"/>
    <w:rsid w:val="00B26585"/>
    <w:rsid w:val="00B30247"/>
    <w:rsid w:val="00B37C14"/>
    <w:rsid w:val="00B61F70"/>
    <w:rsid w:val="00B676DC"/>
    <w:rsid w:val="00B94663"/>
    <w:rsid w:val="00BB62C0"/>
    <w:rsid w:val="00BC0D0B"/>
    <w:rsid w:val="00BE55BA"/>
    <w:rsid w:val="00C02044"/>
    <w:rsid w:val="00C06C39"/>
    <w:rsid w:val="00C07547"/>
    <w:rsid w:val="00C217CD"/>
    <w:rsid w:val="00C2203D"/>
    <w:rsid w:val="00C53DF6"/>
    <w:rsid w:val="00C65754"/>
    <w:rsid w:val="00C65D59"/>
    <w:rsid w:val="00C76357"/>
    <w:rsid w:val="00CA32B8"/>
    <w:rsid w:val="00CB05AC"/>
    <w:rsid w:val="00CB37F6"/>
    <w:rsid w:val="00CC3C03"/>
    <w:rsid w:val="00CD57DD"/>
    <w:rsid w:val="00CD5B4C"/>
    <w:rsid w:val="00CD6D08"/>
    <w:rsid w:val="00CF5920"/>
    <w:rsid w:val="00D024DB"/>
    <w:rsid w:val="00D02E44"/>
    <w:rsid w:val="00D10CBA"/>
    <w:rsid w:val="00D14158"/>
    <w:rsid w:val="00D30642"/>
    <w:rsid w:val="00D40840"/>
    <w:rsid w:val="00D41177"/>
    <w:rsid w:val="00D4202F"/>
    <w:rsid w:val="00D43E51"/>
    <w:rsid w:val="00D44C43"/>
    <w:rsid w:val="00D76F23"/>
    <w:rsid w:val="00D80BA8"/>
    <w:rsid w:val="00DC4A8F"/>
    <w:rsid w:val="00DC7A2A"/>
    <w:rsid w:val="00DD6741"/>
    <w:rsid w:val="00DE2380"/>
    <w:rsid w:val="00DF49AF"/>
    <w:rsid w:val="00DF68BF"/>
    <w:rsid w:val="00E054FF"/>
    <w:rsid w:val="00E057EB"/>
    <w:rsid w:val="00E169F4"/>
    <w:rsid w:val="00E26C2A"/>
    <w:rsid w:val="00E40034"/>
    <w:rsid w:val="00E762D2"/>
    <w:rsid w:val="00E93F9B"/>
    <w:rsid w:val="00EB37F8"/>
    <w:rsid w:val="00EB4F5A"/>
    <w:rsid w:val="00EB7034"/>
    <w:rsid w:val="00ED1DD3"/>
    <w:rsid w:val="00EE230D"/>
    <w:rsid w:val="00EF468E"/>
    <w:rsid w:val="00F165A9"/>
    <w:rsid w:val="00F21DA1"/>
    <w:rsid w:val="00F25F8B"/>
    <w:rsid w:val="00F307B0"/>
    <w:rsid w:val="00F547CB"/>
    <w:rsid w:val="00F54986"/>
    <w:rsid w:val="00F66711"/>
    <w:rsid w:val="00F95D3E"/>
    <w:rsid w:val="00FB0380"/>
    <w:rsid w:val="00FC718B"/>
    <w:rsid w:val="00FD067B"/>
    <w:rsid w:val="00FD4E3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85046A"/>
  <w15:docId w15:val="{40E55F03-558C-4519-B16F-8B9400B0F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Pr>
      <w:sz w:val="24"/>
      <w:szCs w:val="24"/>
    </w:rPr>
  </w:style>
  <w:style w:type="paragraph" w:styleId="Pealkiri1">
    <w:name w:val="heading 1"/>
    <w:basedOn w:val="Normaallaad"/>
    <w:next w:val="Normaallaad"/>
    <w:qFormat/>
    <w:pPr>
      <w:keepNext/>
      <w:outlineLvl w:val="0"/>
    </w:pPr>
    <w:rPr>
      <w:b/>
      <w:sz w:val="23"/>
      <w:szCs w:val="20"/>
      <w:u w:val="single"/>
      <w:lang w:val="en-GB" w:eastAsia="en-US"/>
    </w:rPr>
  </w:style>
  <w:style w:type="paragraph" w:styleId="Pealkiri3">
    <w:name w:val="heading 3"/>
    <w:basedOn w:val="Normaallaad"/>
    <w:next w:val="Normaallaad"/>
    <w:link w:val="Pealkiri3Mrk"/>
    <w:unhideWhenUsed/>
    <w:qFormat/>
    <w:rsid w:val="0044482F"/>
    <w:pPr>
      <w:keepNext/>
      <w:spacing w:before="240" w:after="60"/>
      <w:outlineLvl w:val="2"/>
    </w:pPr>
    <w:rPr>
      <w:rFonts w:ascii="Cambria" w:hAnsi="Cambria"/>
      <w:b/>
      <w:bCs/>
      <w:sz w:val="26"/>
      <w:szCs w:val="26"/>
    </w:rPr>
  </w:style>
  <w:style w:type="paragraph" w:styleId="Pealkiri6">
    <w:name w:val="heading 6"/>
    <w:basedOn w:val="Normaallaad"/>
    <w:next w:val="Normaallaad"/>
    <w:link w:val="Pealkiri6Mrk"/>
    <w:unhideWhenUsed/>
    <w:qFormat/>
    <w:rsid w:val="0044482F"/>
    <w:pPr>
      <w:spacing w:before="240" w:after="60"/>
      <w:outlineLvl w:val="5"/>
    </w:pPr>
    <w:rPr>
      <w:rFonts w:ascii="Calibri" w:hAnsi="Calibri"/>
      <w:b/>
      <w:bCs/>
      <w:sz w:val="22"/>
      <w:szCs w:val="2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pPr>
      <w:jc w:val="both"/>
    </w:pPr>
    <w:rPr>
      <w:lang w:eastAsia="en-US"/>
    </w:rPr>
  </w:style>
  <w:style w:type="paragraph" w:styleId="Taandegakehatekst">
    <w:name w:val="Body Text Indent"/>
    <w:basedOn w:val="Normaallaad"/>
    <w:pPr>
      <w:ind w:left="720"/>
      <w:jc w:val="both"/>
    </w:pPr>
  </w:style>
  <w:style w:type="paragraph" w:styleId="Kehatekst2">
    <w:name w:val="Body Text 2"/>
    <w:basedOn w:val="Normaallaad"/>
    <w:pPr>
      <w:jc w:val="both"/>
    </w:pPr>
    <w:rPr>
      <w:sz w:val="22"/>
    </w:rPr>
  </w:style>
  <w:style w:type="paragraph" w:styleId="Taandegakehatekst2">
    <w:name w:val="Body Text Indent 2"/>
    <w:basedOn w:val="Normaallaad"/>
    <w:pPr>
      <w:ind w:left="720"/>
      <w:jc w:val="both"/>
    </w:pPr>
    <w:rPr>
      <w:sz w:val="20"/>
    </w:rPr>
  </w:style>
  <w:style w:type="paragraph" w:styleId="Taandegakehatekst3">
    <w:name w:val="Body Text Indent 3"/>
    <w:basedOn w:val="Normaallaad"/>
    <w:pPr>
      <w:ind w:left="720"/>
      <w:jc w:val="both"/>
    </w:pPr>
    <w:rPr>
      <w:sz w:val="18"/>
    </w:rPr>
  </w:style>
  <w:style w:type="character" w:styleId="Hperlink">
    <w:name w:val="Hyperlink"/>
    <w:rsid w:val="00990625"/>
    <w:rPr>
      <w:color w:val="0000FF"/>
      <w:u w:val="single"/>
    </w:rPr>
  </w:style>
  <w:style w:type="character" w:styleId="Tugev">
    <w:name w:val="Strong"/>
    <w:qFormat/>
    <w:rsid w:val="00084272"/>
    <w:rPr>
      <w:b/>
      <w:bCs/>
    </w:rPr>
  </w:style>
  <w:style w:type="table" w:styleId="Kontuurtabel">
    <w:name w:val="Table Grid"/>
    <w:basedOn w:val="Normaaltabel"/>
    <w:rsid w:val="00D10C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rsid w:val="0035357D"/>
    <w:rPr>
      <w:rFonts w:ascii="Tahoma" w:hAnsi="Tahoma" w:cs="Tahoma"/>
      <w:sz w:val="16"/>
      <w:szCs w:val="16"/>
    </w:rPr>
  </w:style>
  <w:style w:type="character" w:customStyle="1" w:styleId="JutumullitekstMrk">
    <w:name w:val="Jutumullitekst Märk"/>
    <w:link w:val="Jutumullitekst"/>
    <w:rsid w:val="0035357D"/>
    <w:rPr>
      <w:rFonts w:ascii="Tahoma" w:hAnsi="Tahoma" w:cs="Tahoma"/>
      <w:sz w:val="16"/>
      <w:szCs w:val="16"/>
    </w:rPr>
  </w:style>
  <w:style w:type="paragraph" w:styleId="Pealkiri">
    <w:name w:val="Title"/>
    <w:basedOn w:val="Normaallaad"/>
    <w:link w:val="PealkiriMrk"/>
    <w:qFormat/>
    <w:rsid w:val="00A1592F"/>
    <w:pPr>
      <w:jc w:val="center"/>
    </w:pPr>
    <w:rPr>
      <w:b/>
      <w:bCs/>
      <w:lang w:eastAsia="en-US"/>
    </w:rPr>
  </w:style>
  <w:style w:type="character" w:customStyle="1" w:styleId="PealkiriMrk">
    <w:name w:val="Pealkiri Märk"/>
    <w:link w:val="Pealkiri"/>
    <w:rsid w:val="00A1592F"/>
    <w:rPr>
      <w:b/>
      <w:bCs/>
      <w:sz w:val="24"/>
      <w:szCs w:val="24"/>
      <w:lang w:eastAsia="en-US"/>
    </w:rPr>
  </w:style>
  <w:style w:type="paragraph" w:styleId="Pis">
    <w:name w:val="header"/>
    <w:basedOn w:val="Normaallaad"/>
    <w:link w:val="PisMrk"/>
    <w:uiPriority w:val="99"/>
    <w:rsid w:val="001B600D"/>
    <w:pPr>
      <w:tabs>
        <w:tab w:val="center" w:pos="4536"/>
        <w:tab w:val="right" w:pos="9072"/>
      </w:tabs>
    </w:pPr>
  </w:style>
  <w:style w:type="character" w:customStyle="1" w:styleId="PisMrk">
    <w:name w:val="Päis Märk"/>
    <w:link w:val="Pis"/>
    <w:uiPriority w:val="99"/>
    <w:rsid w:val="001B600D"/>
    <w:rPr>
      <w:sz w:val="24"/>
      <w:szCs w:val="24"/>
    </w:rPr>
  </w:style>
  <w:style w:type="paragraph" w:styleId="Jalus">
    <w:name w:val="footer"/>
    <w:basedOn w:val="Normaallaad"/>
    <w:link w:val="JalusMrk"/>
    <w:rsid w:val="001B600D"/>
    <w:pPr>
      <w:tabs>
        <w:tab w:val="center" w:pos="4536"/>
        <w:tab w:val="right" w:pos="9072"/>
      </w:tabs>
    </w:pPr>
  </w:style>
  <w:style w:type="character" w:customStyle="1" w:styleId="JalusMrk">
    <w:name w:val="Jalus Märk"/>
    <w:link w:val="Jalus"/>
    <w:rsid w:val="001B600D"/>
    <w:rPr>
      <w:sz w:val="24"/>
      <w:szCs w:val="24"/>
    </w:rPr>
  </w:style>
  <w:style w:type="character" w:styleId="Lehekljenumber">
    <w:name w:val="page number"/>
    <w:rsid w:val="001B600D"/>
  </w:style>
  <w:style w:type="paragraph" w:styleId="Loendilik">
    <w:name w:val="List Paragraph"/>
    <w:basedOn w:val="Normaallaad"/>
    <w:uiPriority w:val="34"/>
    <w:qFormat/>
    <w:rsid w:val="002C277C"/>
    <w:pPr>
      <w:ind w:left="708"/>
    </w:pPr>
  </w:style>
  <w:style w:type="character" w:customStyle="1" w:styleId="Pealkiri3Mrk">
    <w:name w:val="Pealkiri 3 Märk"/>
    <w:link w:val="Pealkiri3"/>
    <w:rsid w:val="0044482F"/>
    <w:rPr>
      <w:rFonts w:ascii="Cambria" w:eastAsia="Times New Roman" w:hAnsi="Cambria" w:cs="Times New Roman"/>
      <w:b/>
      <w:bCs/>
      <w:sz w:val="26"/>
      <w:szCs w:val="26"/>
    </w:rPr>
  </w:style>
  <w:style w:type="character" w:customStyle="1" w:styleId="Pealkiri6Mrk">
    <w:name w:val="Pealkiri 6 Märk"/>
    <w:link w:val="Pealkiri6"/>
    <w:rsid w:val="0044482F"/>
    <w:rPr>
      <w:rFonts w:ascii="Calibri" w:eastAsia="Times New Roman" w:hAnsi="Calibri" w:cs="Times New Roman"/>
      <w:b/>
      <w:bCs/>
      <w:sz w:val="22"/>
      <w:szCs w:val="22"/>
    </w:rPr>
  </w:style>
  <w:style w:type="character" w:styleId="Kommentaariviide">
    <w:name w:val="annotation reference"/>
    <w:rsid w:val="00B37C14"/>
    <w:rPr>
      <w:sz w:val="16"/>
      <w:szCs w:val="16"/>
    </w:rPr>
  </w:style>
  <w:style w:type="paragraph" w:styleId="Kommentaaritekst">
    <w:name w:val="annotation text"/>
    <w:basedOn w:val="Normaallaad"/>
    <w:link w:val="KommentaaritekstMrk"/>
    <w:rsid w:val="00B37C14"/>
    <w:rPr>
      <w:sz w:val="20"/>
      <w:szCs w:val="20"/>
    </w:rPr>
  </w:style>
  <w:style w:type="character" w:customStyle="1" w:styleId="KommentaaritekstMrk">
    <w:name w:val="Kommentaari tekst Märk"/>
    <w:basedOn w:val="Liguvaikefont"/>
    <w:link w:val="Kommentaaritekst"/>
    <w:rsid w:val="00B37C14"/>
  </w:style>
  <w:style w:type="paragraph" w:styleId="Kommentaariteema">
    <w:name w:val="annotation subject"/>
    <w:basedOn w:val="Kommentaaritekst"/>
    <w:next w:val="Kommentaaritekst"/>
    <w:link w:val="KommentaariteemaMrk"/>
    <w:rsid w:val="00B37C14"/>
    <w:rPr>
      <w:b/>
      <w:bCs/>
    </w:rPr>
  </w:style>
  <w:style w:type="character" w:customStyle="1" w:styleId="KommentaariteemaMrk">
    <w:name w:val="Kommentaari teema Märk"/>
    <w:link w:val="Kommentaariteema"/>
    <w:rsid w:val="00B37C1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639584">
      <w:bodyDiv w:val="1"/>
      <w:marLeft w:val="0"/>
      <w:marRight w:val="0"/>
      <w:marTop w:val="0"/>
      <w:marBottom w:val="0"/>
      <w:divBdr>
        <w:top w:val="none" w:sz="0" w:space="0" w:color="auto"/>
        <w:left w:val="none" w:sz="0" w:space="0" w:color="auto"/>
        <w:bottom w:val="none" w:sz="0" w:space="0" w:color="auto"/>
        <w:right w:val="none" w:sz="0" w:space="0" w:color="auto"/>
      </w:divBdr>
      <w:divsChild>
        <w:div w:id="9460376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yri.orlov@rm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R:\Haldus%20-%20hooldus%20-%20ehitus\Ehitus%20-%20remont\01%20-%20Ehitustegevusega%20seotud%20vormid%20ja%20dokumendin&#228;idised\02%20Ehitust&#246;&#246;d\OMANIKUJ&#196;RELEVALVE%20K&#196;SUNDUSLEPI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1E3A7-0EF2-40D2-B221-44440D029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OMANIKUJÄRELEVALVE KÄSUNDUSLEPING.dotx</Template>
  <TotalTime>5</TotalTime>
  <Pages>4</Pages>
  <Words>1141</Words>
  <Characters>8621</Characters>
  <Application>Microsoft Office Word</Application>
  <DocSecurity>0</DocSecurity>
  <Lines>574</Lines>
  <Paragraphs>314</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Ehitustöövôtu leping  nr</vt:lpstr>
      <vt:lpstr>Ehitustöövôtu leping  nr</vt:lpstr>
      <vt:lpstr>Ehitustöövôtu leping  nr</vt:lpstr>
    </vt:vector>
  </TitlesOfParts>
  <Company>rmk</Company>
  <LinksUpToDate>false</LinksUpToDate>
  <CharactersWithSpaces>9448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Ehitustöövôtu leping  nr</dc:title>
  <dc:creator>Jüri Orlov</dc:creator>
  <cp:lastModifiedBy>Jüri Orlov</cp:lastModifiedBy>
  <cp:revision>3</cp:revision>
  <cp:lastPrinted>2013-03-12T11:00:00Z</cp:lastPrinted>
  <dcterms:created xsi:type="dcterms:W3CDTF">2023-12-05T10:51:00Z</dcterms:created>
  <dcterms:modified xsi:type="dcterms:W3CDTF">2023-12-05T10:55:00Z</dcterms:modified>
</cp:coreProperties>
</file>